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86EB2" w14:textId="5AAB8678" w:rsidR="002F69C3" w:rsidRDefault="00997F14" w:rsidP="002F69C3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A585A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CD6897" w:rsidRPr="008A585A">
        <w:rPr>
          <w:rFonts w:ascii="Times New Roman" w:hAnsi="Times New Roman"/>
          <w:b/>
          <w:bCs/>
          <w:sz w:val="24"/>
          <w:szCs w:val="24"/>
        </w:rPr>
        <w:tab/>
      </w:r>
      <w:r w:rsidR="00CD6897" w:rsidRPr="008A585A">
        <w:rPr>
          <w:rFonts w:ascii="Times New Roman" w:hAnsi="Times New Roman"/>
          <w:b/>
          <w:bCs/>
          <w:sz w:val="24"/>
          <w:szCs w:val="24"/>
        </w:rPr>
        <w:tab/>
      </w:r>
      <w:r w:rsidR="00CD6897" w:rsidRPr="008A585A">
        <w:rPr>
          <w:rFonts w:ascii="Times New Roman" w:hAnsi="Times New Roman"/>
          <w:b/>
          <w:bCs/>
          <w:sz w:val="24"/>
          <w:szCs w:val="24"/>
        </w:rPr>
        <w:tab/>
      </w:r>
    </w:p>
    <w:p w14:paraId="0B8A3CCE" w14:textId="12874681" w:rsidR="006E5D65" w:rsidRPr="008A585A" w:rsidRDefault="00D8678B" w:rsidP="002F69C3">
      <w:pPr>
        <w:spacing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8A585A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8A585A">
        <w:rPr>
          <w:rFonts w:ascii="Times New Roman" w:hAnsi="Times New Roman"/>
          <w:bCs/>
          <w:i/>
          <w:sz w:val="24"/>
          <w:szCs w:val="24"/>
        </w:rPr>
        <w:t>1.5</w:t>
      </w:r>
      <w:r w:rsidRPr="008A585A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8A585A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8A585A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8A585A">
        <w:rPr>
          <w:rFonts w:ascii="Times New Roman" w:hAnsi="Times New Roman"/>
          <w:bCs/>
          <w:i/>
          <w:sz w:val="24"/>
          <w:szCs w:val="24"/>
        </w:rPr>
        <w:t>12/2019</w:t>
      </w:r>
    </w:p>
    <w:p w14:paraId="514B5492" w14:textId="77777777" w:rsidR="0085747A" w:rsidRPr="008A585A" w:rsidRDefault="0085747A" w:rsidP="00885123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A585A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51F8458C" w14:textId="06E903C8" w:rsidR="0085747A" w:rsidRPr="008A585A" w:rsidRDefault="0071620A" w:rsidP="00885123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A585A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8A585A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912BE1" w:rsidRPr="008A585A">
        <w:rPr>
          <w:rFonts w:ascii="Times New Roman" w:hAnsi="Times New Roman"/>
          <w:i/>
          <w:smallCaps/>
          <w:sz w:val="24"/>
          <w:szCs w:val="24"/>
        </w:rPr>
        <w:t>202</w:t>
      </w:r>
      <w:r w:rsidR="00A7523D" w:rsidRPr="008A585A">
        <w:rPr>
          <w:rFonts w:ascii="Times New Roman" w:hAnsi="Times New Roman"/>
          <w:i/>
          <w:smallCaps/>
          <w:sz w:val="24"/>
          <w:szCs w:val="24"/>
        </w:rPr>
        <w:t>3</w:t>
      </w:r>
      <w:r w:rsidR="00912BE1" w:rsidRPr="008A585A">
        <w:rPr>
          <w:rFonts w:ascii="Times New Roman" w:hAnsi="Times New Roman"/>
          <w:i/>
          <w:smallCaps/>
          <w:sz w:val="24"/>
          <w:szCs w:val="24"/>
        </w:rPr>
        <w:t>-202</w:t>
      </w:r>
      <w:r w:rsidR="00A7523D" w:rsidRPr="008A585A">
        <w:rPr>
          <w:rFonts w:ascii="Times New Roman" w:hAnsi="Times New Roman"/>
          <w:i/>
          <w:smallCaps/>
          <w:sz w:val="24"/>
          <w:szCs w:val="24"/>
        </w:rPr>
        <w:t>8</w:t>
      </w:r>
    </w:p>
    <w:p w14:paraId="3C90E3E7" w14:textId="5D23932B" w:rsidR="0085747A" w:rsidRPr="008A585A" w:rsidRDefault="0085747A" w:rsidP="00885123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8A585A">
        <w:rPr>
          <w:rFonts w:ascii="Times New Roman" w:hAnsi="Times New Roman"/>
          <w:i/>
          <w:sz w:val="24"/>
          <w:szCs w:val="24"/>
        </w:rPr>
        <w:t>(skrajne daty</w:t>
      </w:r>
      <w:r w:rsidRPr="008A585A">
        <w:rPr>
          <w:rFonts w:ascii="Times New Roman" w:hAnsi="Times New Roman"/>
          <w:sz w:val="24"/>
          <w:szCs w:val="24"/>
        </w:rPr>
        <w:t>)</w:t>
      </w:r>
    </w:p>
    <w:p w14:paraId="1D83D8CE" w14:textId="01528157" w:rsidR="00445970" w:rsidRPr="008A585A" w:rsidRDefault="00445970" w:rsidP="00885123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8A585A">
        <w:rPr>
          <w:rFonts w:ascii="Times New Roman" w:hAnsi="Times New Roman"/>
          <w:sz w:val="24"/>
          <w:szCs w:val="24"/>
        </w:rPr>
        <w:t xml:space="preserve">Rok akademicki  </w:t>
      </w:r>
      <w:r w:rsidR="00912BE1" w:rsidRPr="008A585A">
        <w:rPr>
          <w:rFonts w:ascii="Times New Roman" w:hAnsi="Times New Roman"/>
          <w:sz w:val="24"/>
          <w:szCs w:val="24"/>
        </w:rPr>
        <w:t>20</w:t>
      </w:r>
      <w:r w:rsidR="008E1A51" w:rsidRPr="008A585A">
        <w:rPr>
          <w:rFonts w:ascii="Times New Roman" w:hAnsi="Times New Roman"/>
          <w:sz w:val="24"/>
          <w:szCs w:val="24"/>
        </w:rPr>
        <w:t>2</w:t>
      </w:r>
      <w:r w:rsidR="00F93C44" w:rsidRPr="008A585A">
        <w:rPr>
          <w:rFonts w:ascii="Times New Roman" w:hAnsi="Times New Roman"/>
          <w:sz w:val="24"/>
          <w:szCs w:val="24"/>
        </w:rPr>
        <w:t>6</w:t>
      </w:r>
      <w:r w:rsidR="00912BE1" w:rsidRPr="008A585A">
        <w:rPr>
          <w:rFonts w:ascii="Times New Roman" w:hAnsi="Times New Roman"/>
          <w:sz w:val="24"/>
          <w:szCs w:val="24"/>
        </w:rPr>
        <w:t>/202</w:t>
      </w:r>
      <w:r w:rsidR="00F93C44" w:rsidRPr="008A585A">
        <w:rPr>
          <w:rFonts w:ascii="Times New Roman" w:hAnsi="Times New Roman"/>
          <w:sz w:val="24"/>
          <w:szCs w:val="24"/>
        </w:rPr>
        <w:t>7</w:t>
      </w:r>
    </w:p>
    <w:p w14:paraId="6621200A" w14:textId="77777777" w:rsidR="0085747A" w:rsidRPr="008A585A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D70B3B" w14:textId="77777777" w:rsidR="0085747A" w:rsidRPr="008A585A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8A585A">
        <w:rPr>
          <w:szCs w:val="24"/>
        </w:rPr>
        <w:t xml:space="preserve">1. </w:t>
      </w:r>
      <w:r w:rsidR="0085747A" w:rsidRPr="008A585A">
        <w:rPr>
          <w:szCs w:val="24"/>
        </w:rPr>
        <w:t xml:space="preserve">Podstawowe </w:t>
      </w:r>
      <w:r w:rsidR="00445970" w:rsidRPr="008A585A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A585A" w14:paraId="40A7E305" w14:textId="77777777" w:rsidTr="00B819C8">
        <w:tc>
          <w:tcPr>
            <w:tcW w:w="2694" w:type="dxa"/>
            <w:vAlign w:val="center"/>
          </w:tcPr>
          <w:p w14:paraId="17D6A9FB" w14:textId="77777777" w:rsidR="0085747A" w:rsidRPr="008A58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85A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43C9F8" w14:textId="314F7A37" w:rsidR="0085747A" w:rsidRPr="008A585A" w:rsidRDefault="007D07BA" w:rsidP="009C54AE">
            <w:pPr>
              <w:pStyle w:val="Odpowiedzi"/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8A585A">
              <w:rPr>
                <w:bCs/>
                <w:sz w:val="24"/>
                <w:szCs w:val="24"/>
              </w:rPr>
              <w:t>Psych</w:t>
            </w:r>
            <w:r w:rsidR="00933B73">
              <w:rPr>
                <w:bCs/>
                <w:sz w:val="24"/>
                <w:szCs w:val="24"/>
              </w:rPr>
              <w:t>o</w:t>
            </w:r>
            <w:r w:rsidR="00F27155">
              <w:rPr>
                <w:bCs/>
                <w:sz w:val="24"/>
                <w:szCs w:val="24"/>
              </w:rPr>
              <w:t>logiczn</w:t>
            </w:r>
            <w:r w:rsidR="00FD60AB" w:rsidRPr="008A585A">
              <w:rPr>
                <w:bCs/>
                <w:sz w:val="24"/>
                <w:szCs w:val="24"/>
              </w:rPr>
              <w:t>e</w:t>
            </w:r>
            <w:r w:rsidRPr="008A585A">
              <w:rPr>
                <w:bCs/>
                <w:sz w:val="24"/>
                <w:szCs w:val="24"/>
              </w:rPr>
              <w:t xml:space="preserve"> aspekty rewalidacji osób z niepełnosprawnością</w:t>
            </w:r>
          </w:p>
        </w:tc>
      </w:tr>
      <w:tr w:rsidR="0085747A" w:rsidRPr="008A585A" w14:paraId="6C9699AA" w14:textId="77777777" w:rsidTr="00B819C8">
        <w:tc>
          <w:tcPr>
            <w:tcW w:w="2694" w:type="dxa"/>
            <w:vAlign w:val="center"/>
          </w:tcPr>
          <w:p w14:paraId="03BD0BF0" w14:textId="77777777" w:rsidR="0085747A" w:rsidRPr="008A58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85A">
              <w:rPr>
                <w:sz w:val="24"/>
                <w:szCs w:val="24"/>
              </w:rPr>
              <w:t>Kod przedmiotu</w:t>
            </w:r>
            <w:r w:rsidR="0085747A" w:rsidRPr="008A585A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7FB6DB" w14:textId="77777777" w:rsidR="0085747A" w:rsidRPr="008A585A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8A585A" w14:paraId="54A8294D" w14:textId="77777777" w:rsidTr="00B819C8">
        <w:tc>
          <w:tcPr>
            <w:tcW w:w="2694" w:type="dxa"/>
            <w:vAlign w:val="center"/>
          </w:tcPr>
          <w:p w14:paraId="6892121B" w14:textId="77777777" w:rsidR="0085747A" w:rsidRPr="008A585A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8A585A">
              <w:rPr>
                <w:sz w:val="24"/>
                <w:szCs w:val="24"/>
              </w:rPr>
              <w:t>nazwa</w:t>
            </w:r>
            <w:r w:rsidR="00C05F44" w:rsidRPr="008A585A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CD7FAF" w14:textId="5B155350" w:rsidR="0085747A" w:rsidRPr="008A585A" w:rsidRDefault="004A23B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A585A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A585A" w14:paraId="782C482F" w14:textId="77777777" w:rsidTr="00B819C8">
        <w:tc>
          <w:tcPr>
            <w:tcW w:w="2694" w:type="dxa"/>
            <w:vAlign w:val="center"/>
          </w:tcPr>
          <w:p w14:paraId="524548D0" w14:textId="77777777" w:rsidR="0085747A" w:rsidRPr="008A58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85A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07253C" w14:textId="0E14F662" w:rsidR="0085747A" w:rsidRPr="008A585A" w:rsidRDefault="00B5302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A585A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8A585A" w14:paraId="36591D91" w14:textId="77777777" w:rsidTr="00B819C8">
        <w:tc>
          <w:tcPr>
            <w:tcW w:w="2694" w:type="dxa"/>
            <w:vAlign w:val="center"/>
          </w:tcPr>
          <w:p w14:paraId="55DA27A9" w14:textId="77777777" w:rsidR="0085747A" w:rsidRPr="008A58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85A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307083" w14:textId="350B65BC" w:rsidR="0085747A" w:rsidRPr="008A585A" w:rsidRDefault="00D8403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A585A">
              <w:rPr>
                <w:b w:val="0"/>
                <w:sz w:val="24"/>
                <w:szCs w:val="24"/>
              </w:rPr>
              <w:t>P</w:t>
            </w:r>
            <w:r w:rsidR="007D07BA" w:rsidRPr="008A585A">
              <w:rPr>
                <w:b w:val="0"/>
                <w:sz w:val="24"/>
                <w:szCs w:val="24"/>
              </w:rPr>
              <w:t>sychologia</w:t>
            </w:r>
          </w:p>
        </w:tc>
      </w:tr>
      <w:tr w:rsidR="0085747A" w:rsidRPr="008A585A" w14:paraId="215D0F3D" w14:textId="77777777" w:rsidTr="00B819C8">
        <w:tc>
          <w:tcPr>
            <w:tcW w:w="2694" w:type="dxa"/>
            <w:vAlign w:val="center"/>
          </w:tcPr>
          <w:p w14:paraId="13D02490" w14:textId="77777777" w:rsidR="0085747A" w:rsidRPr="008A585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85A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175678" w14:textId="1768E6B3" w:rsidR="0085747A" w:rsidRPr="008A585A" w:rsidRDefault="00B5302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A585A">
              <w:rPr>
                <w:b w:val="0"/>
                <w:sz w:val="24"/>
                <w:szCs w:val="24"/>
              </w:rPr>
              <w:t>j</w:t>
            </w:r>
            <w:r w:rsidR="007D07BA" w:rsidRPr="008A585A">
              <w:rPr>
                <w:b w:val="0"/>
                <w:sz w:val="24"/>
                <w:szCs w:val="24"/>
              </w:rPr>
              <w:t>ednolite magisterskie</w:t>
            </w:r>
          </w:p>
        </w:tc>
      </w:tr>
      <w:tr w:rsidR="0085747A" w:rsidRPr="008A585A" w14:paraId="33F8C96A" w14:textId="77777777" w:rsidTr="00B819C8">
        <w:tc>
          <w:tcPr>
            <w:tcW w:w="2694" w:type="dxa"/>
            <w:vAlign w:val="center"/>
          </w:tcPr>
          <w:p w14:paraId="0A1E623E" w14:textId="77777777" w:rsidR="0085747A" w:rsidRPr="008A58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85A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AB9826" w14:textId="5F2C0CA3" w:rsidR="0085747A" w:rsidRPr="008A585A" w:rsidRDefault="007D07B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A585A">
              <w:rPr>
                <w:b w:val="0"/>
                <w:sz w:val="24"/>
                <w:szCs w:val="24"/>
              </w:rPr>
              <w:t>praktyczny</w:t>
            </w:r>
          </w:p>
        </w:tc>
      </w:tr>
      <w:tr w:rsidR="0085747A" w:rsidRPr="008A585A" w14:paraId="2DD51570" w14:textId="77777777" w:rsidTr="00B819C8">
        <w:tc>
          <w:tcPr>
            <w:tcW w:w="2694" w:type="dxa"/>
            <w:vAlign w:val="center"/>
          </w:tcPr>
          <w:p w14:paraId="6A53B8A7" w14:textId="77777777" w:rsidR="0085747A" w:rsidRPr="008A58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85A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DFD402" w14:textId="74A27928" w:rsidR="0085747A" w:rsidRPr="008A585A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A585A">
              <w:rPr>
                <w:b w:val="0"/>
                <w:sz w:val="24"/>
                <w:szCs w:val="24"/>
              </w:rPr>
              <w:t>stacjonarn</w:t>
            </w:r>
            <w:r w:rsidR="001D2AA0" w:rsidRPr="008A585A">
              <w:rPr>
                <w:b w:val="0"/>
                <w:sz w:val="24"/>
                <w:szCs w:val="24"/>
              </w:rPr>
              <w:t>a</w:t>
            </w:r>
          </w:p>
        </w:tc>
      </w:tr>
      <w:tr w:rsidR="0085747A" w:rsidRPr="008A585A" w14:paraId="040AFF42" w14:textId="77777777" w:rsidTr="00B819C8">
        <w:tc>
          <w:tcPr>
            <w:tcW w:w="2694" w:type="dxa"/>
            <w:vAlign w:val="center"/>
          </w:tcPr>
          <w:p w14:paraId="62A432D1" w14:textId="77777777" w:rsidR="0085747A" w:rsidRPr="008A58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85A">
              <w:rPr>
                <w:sz w:val="24"/>
                <w:szCs w:val="24"/>
              </w:rPr>
              <w:t>Rok i semestr</w:t>
            </w:r>
            <w:r w:rsidR="0030395F" w:rsidRPr="008A585A">
              <w:rPr>
                <w:sz w:val="24"/>
                <w:szCs w:val="24"/>
              </w:rPr>
              <w:t>/y</w:t>
            </w:r>
            <w:r w:rsidRPr="008A585A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3E608E" w14:textId="7936E4C8" w:rsidR="0085747A" w:rsidRPr="008A585A" w:rsidRDefault="00B53020" w:rsidP="00980CCB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A585A">
              <w:rPr>
                <w:b w:val="0"/>
                <w:sz w:val="24"/>
                <w:szCs w:val="24"/>
              </w:rPr>
              <w:t>r</w:t>
            </w:r>
            <w:r w:rsidR="00E5152B" w:rsidRPr="008A585A">
              <w:rPr>
                <w:b w:val="0"/>
                <w:sz w:val="24"/>
                <w:szCs w:val="24"/>
              </w:rPr>
              <w:t xml:space="preserve">ok </w:t>
            </w:r>
            <w:r w:rsidR="007D07BA" w:rsidRPr="008A585A">
              <w:rPr>
                <w:b w:val="0"/>
                <w:sz w:val="24"/>
                <w:szCs w:val="24"/>
              </w:rPr>
              <w:t>IV</w:t>
            </w:r>
            <w:r w:rsidR="00E5152B" w:rsidRPr="008A585A">
              <w:rPr>
                <w:b w:val="0"/>
                <w:sz w:val="24"/>
                <w:szCs w:val="24"/>
              </w:rPr>
              <w:t xml:space="preserve">, semestr </w:t>
            </w:r>
            <w:r w:rsidR="00980CCB">
              <w:rPr>
                <w:b w:val="0"/>
                <w:sz w:val="24"/>
                <w:szCs w:val="24"/>
              </w:rPr>
              <w:t>8</w:t>
            </w:r>
          </w:p>
        </w:tc>
      </w:tr>
      <w:tr w:rsidR="0085747A" w:rsidRPr="008A585A" w14:paraId="6CB354D9" w14:textId="77777777" w:rsidTr="00B819C8">
        <w:tc>
          <w:tcPr>
            <w:tcW w:w="2694" w:type="dxa"/>
            <w:vAlign w:val="center"/>
          </w:tcPr>
          <w:p w14:paraId="34EF2805" w14:textId="77777777" w:rsidR="0085747A" w:rsidRPr="008A58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85A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DF25A0" w14:textId="0A5C0749" w:rsidR="0085747A" w:rsidRPr="008A585A" w:rsidRDefault="00B53020" w:rsidP="004458E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A585A">
              <w:rPr>
                <w:b w:val="0"/>
                <w:sz w:val="24"/>
                <w:szCs w:val="24"/>
              </w:rPr>
              <w:t>s</w:t>
            </w:r>
            <w:r w:rsidR="007D07BA" w:rsidRPr="008A585A">
              <w:rPr>
                <w:b w:val="0"/>
                <w:sz w:val="24"/>
                <w:szCs w:val="24"/>
              </w:rPr>
              <w:t xml:space="preserve">pecjalnościowy </w:t>
            </w:r>
          </w:p>
        </w:tc>
      </w:tr>
      <w:tr w:rsidR="00923D7D" w:rsidRPr="008A585A" w14:paraId="2A5BB727" w14:textId="77777777" w:rsidTr="00B819C8">
        <w:tc>
          <w:tcPr>
            <w:tcW w:w="2694" w:type="dxa"/>
            <w:vAlign w:val="center"/>
          </w:tcPr>
          <w:p w14:paraId="36CAEDFC" w14:textId="77777777" w:rsidR="00923D7D" w:rsidRPr="008A585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85A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18BEC8" w14:textId="77777777" w:rsidR="00923D7D" w:rsidRPr="008A585A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A585A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8A585A" w14:paraId="142143DA" w14:textId="77777777" w:rsidTr="00B819C8">
        <w:tc>
          <w:tcPr>
            <w:tcW w:w="2694" w:type="dxa"/>
            <w:vAlign w:val="center"/>
          </w:tcPr>
          <w:p w14:paraId="1B8E2B5C" w14:textId="77777777" w:rsidR="0085747A" w:rsidRPr="008A58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85A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223A3F" w14:textId="2795B05E" w:rsidR="0085747A" w:rsidRPr="008A585A" w:rsidRDefault="006E6FA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A585A">
              <w:rPr>
                <w:b w:val="0"/>
                <w:sz w:val="24"/>
                <w:szCs w:val="24"/>
              </w:rPr>
              <w:t>d</w:t>
            </w:r>
            <w:r w:rsidR="00E36A8A" w:rsidRPr="008A585A">
              <w:rPr>
                <w:b w:val="0"/>
                <w:sz w:val="24"/>
                <w:szCs w:val="24"/>
              </w:rPr>
              <w:t xml:space="preserve">r </w:t>
            </w:r>
            <w:r w:rsidR="005A73AE">
              <w:rPr>
                <w:b w:val="0"/>
                <w:sz w:val="24"/>
                <w:szCs w:val="24"/>
              </w:rPr>
              <w:t>Małgorzata Marmola</w:t>
            </w:r>
          </w:p>
        </w:tc>
      </w:tr>
      <w:tr w:rsidR="0085747A" w:rsidRPr="008A585A" w14:paraId="299B57EB" w14:textId="77777777" w:rsidTr="00B819C8">
        <w:tc>
          <w:tcPr>
            <w:tcW w:w="2694" w:type="dxa"/>
            <w:vAlign w:val="center"/>
          </w:tcPr>
          <w:p w14:paraId="5B34C82D" w14:textId="77777777" w:rsidR="0085747A" w:rsidRPr="008A58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85A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05937" w14:textId="79E58D27" w:rsidR="0085747A" w:rsidRPr="008A585A" w:rsidRDefault="00E576A9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A585A">
              <w:rPr>
                <w:b w:val="0"/>
                <w:sz w:val="24"/>
                <w:szCs w:val="24"/>
              </w:rPr>
              <w:t xml:space="preserve">dr </w:t>
            </w:r>
            <w:r w:rsidR="005A73AE">
              <w:rPr>
                <w:b w:val="0"/>
                <w:sz w:val="24"/>
                <w:szCs w:val="24"/>
              </w:rPr>
              <w:t>Małgorzata Marmola</w:t>
            </w:r>
          </w:p>
        </w:tc>
      </w:tr>
    </w:tbl>
    <w:p w14:paraId="5C24A043" w14:textId="77777777" w:rsidR="00923D7D" w:rsidRPr="008A585A" w:rsidRDefault="00923D7D" w:rsidP="009C54AE">
      <w:pPr>
        <w:pStyle w:val="Podpunkty"/>
        <w:ind w:left="0"/>
        <w:rPr>
          <w:sz w:val="24"/>
          <w:szCs w:val="24"/>
        </w:rPr>
      </w:pPr>
    </w:p>
    <w:p w14:paraId="04250322" w14:textId="77777777" w:rsidR="0085747A" w:rsidRPr="008A585A" w:rsidRDefault="0085747A" w:rsidP="009C54AE">
      <w:pPr>
        <w:pStyle w:val="Podpunkty"/>
        <w:ind w:left="284"/>
        <w:rPr>
          <w:sz w:val="24"/>
          <w:szCs w:val="24"/>
        </w:rPr>
      </w:pPr>
      <w:r w:rsidRPr="008A585A">
        <w:rPr>
          <w:sz w:val="24"/>
          <w:szCs w:val="24"/>
        </w:rPr>
        <w:t>1.</w:t>
      </w:r>
      <w:r w:rsidR="00E22FBC" w:rsidRPr="008A585A">
        <w:rPr>
          <w:sz w:val="24"/>
          <w:szCs w:val="24"/>
        </w:rPr>
        <w:t>1</w:t>
      </w:r>
      <w:r w:rsidRPr="008A585A">
        <w:rPr>
          <w:sz w:val="24"/>
          <w:szCs w:val="24"/>
        </w:rPr>
        <w:t xml:space="preserve">.Formy zajęć dydaktycznych, wymiar godzin i punktów ECTS </w:t>
      </w:r>
    </w:p>
    <w:p w14:paraId="1AF5EC32" w14:textId="77777777" w:rsidR="00923D7D" w:rsidRPr="008A585A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63"/>
        <w:gridCol w:w="801"/>
        <w:gridCol w:w="821"/>
        <w:gridCol w:w="763"/>
        <w:gridCol w:w="948"/>
        <w:gridCol w:w="1189"/>
        <w:gridCol w:w="1505"/>
      </w:tblGrid>
      <w:tr w:rsidR="00015B8F" w:rsidRPr="008A585A" w14:paraId="55ABA2D7" w14:textId="77777777" w:rsidTr="004418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085" w14:textId="77777777" w:rsidR="00015B8F" w:rsidRPr="008A585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A585A">
              <w:rPr>
                <w:szCs w:val="24"/>
              </w:rPr>
              <w:t>Semestr</w:t>
            </w:r>
          </w:p>
          <w:p w14:paraId="41E7DDA9" w14:textId="77777777" w:rsidR="00015B8F" w:rsidRPr="008A585A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A585A">
              <w:rPr>
                <w:szCs w:val="24"/>
              </w:rPr>
              <w:t>(</w:t>
            </w:r>
            <w:r w:rsidR="00363F78" w:rsidRPr="008A585A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7315" w14:textId="77777777" w:rsidR="00015B8F" w:rsidRPr="008A585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A585A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F2E6" w14:textId="77777777" w:rsidR="00015B8F" w:rsidRPr="008A585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A585A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4E93" w14:textId="77777777" w:rsidR="00015B8F" w:rsidRPr="008A585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A585A">
              <w:rPr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4254" w14:textId="77777777" w:rsidR="00015B8F" w:rsidRPr="008A585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A585A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840D" w14:textId="77777777" w:rsidR="00015B8F" w:rsidRPr="008A585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A585A">
              <w:rPr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EA86" w14:textId="77777777" w:rsidR="00015B8F" w:rsidRPr="008A585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A585A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DDA2" w14:textId="77777777" w:rsidR="00015B8F" w:rsidRPr="008A585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A585A">
              <w:rPr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9095" w14:textId="77777777" w:rsidR="00015B8F" w:rsidRPr="008A585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A585A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5A02" w14:textId="77777777" w:rsidR="00015B8F" w:rsidRPr="008A585A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8A585A">
              <w:rPr>
                <w:b/>
                <w:szCs w:val="24"/>
              </w:rPr>
              <w:t>Liczba pkt</w:t>
            </w:r>
            <w:r w:rsidR="00B90885" w:rsidRPr="008A585A">
              <w:rPr>
                <w:b/>
                <w:szCs w:val="24"/>
              </w:rPr>
              <w:t>.</w:t>
            </w:r>
            <w:r w:rsidRPr="008A585A">
              <w:rPr>
                <w:b/>
                <w:szCs w:val="24"/>
              </w:rPr>
              <w:t xml:space="preserve"> ECTS</w:t>
            </w:r>
          </w:p>
        </w:tc>
      </w:tr>
      <w:tr w:rsidR="00015B8F" w:rsidRPr="008A585A" w14:paraId="2A6EE2C6" w14:textId="77777777" w:rsidTr="004418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0113" w14:textId="5CB06DA8" w:rsidR="00015B8F" w:rsidRPr="008A585A" w:rsidRDefault="00980CCB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101F" w14:textId="522D3405" w:rsidR="00015B8F" w:rsidRPr="008A585A" w:rsidRDefault="007D07BA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85A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0C" w14:textId="2796E636" w:rsidR="00015B8F" w:rsidRPr="008A585A" w:rsidRDefault="007D07BA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85A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4082" w14:textId="4FE5A8D4" w:rsidR="00015B8F" w:rsidRPr="008A585A" w:rsidRDefault="00FE317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85A"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8B54" w14:textId="388AA8CE" w:rsidR="00015B8F" w:rsidRPr="008A585A" w:rsidRDefault="00FE317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85A"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CFA8" w14:textId="3A7AADDE" w:rsidR="00015B8F" w:rsidRPr="008A585A" w:rsidRDefault="00FE317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85A"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5E70" w14:textId="0F6CFEFC" w:rsidR="00015B8F" w:rsidRPr="008A585A" w:rsidRDefault="00FE317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85A"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B2A5" w14:textId="637EBB26" w:rsidR="00015B8F" w:rsidRPr="008A585A" w:rsidRDefault="00FE317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85A">
              <w:rPr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5A7B" w14:textId="0FDE8417" w:rsidR="00015B8F" w:rsidRPr="008A585A" w:rsidRDefault="00FE317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85A">
              <w:rPr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E1F1" w14:textId="630A5F76" w:rsidR="00015B8F" w:rsidRPr="008A585A" w:rsidRDefault="007D07BA" w:rsidP="002F69C3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85A">
              <w:rPr>
                <w:sz w:val="24"/>
                <w:szCs w:val="24"/>
              </w:rPr>
              <w:t>2</w:t>
            </w:r>
          </w:p>
        </w:tc>
      </w:tr>
    </w:tbl>
    <w:p w14:paraId="2CBBC264" w14:textId="77777777" w:rsidR="00923D7D" w:rsidRPr="008A585A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3A1D4335" w14:textId="77777777" w:rsidR="0085747A" w:rsidRPr="008A585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8A585A">
        <w:rPr>
          <w:smallCaps w:val="0"/>
          <w:szCs w:val="24"/>
        </w:rPr>
        <w:t>1.</w:t>
      </w:r>
      <w:r w:rsidR="00E22FBC" w:rsidRPr="008A585A">
        <w:rPr>
          <w:smallCaps w:val="0"/>
          <w:szCs w:val="24"/>
        </w:rPr>
        <w:t>2</w:t>
      </w:r>
      <w:r w:rsidR="00F83B28" w:rsidRPr="008A585A">
        <w:rPr>
          <w:smallCaps w:val="0"/>
          <w:szCs w:val="24"/>
        </w:rPr>
        <w:t>.</w:t>
      </w:r>
      <w:r w:rsidR="00F83B28" w:rsidRPr="008A585A">
        <w:rPr>
          <w:smallCaps w:val="0"/>
          <w:szCs w:val="24"/>
        </w:rPr>
        <w:tab/>
      </w:r>
      <w:r w:rsidRPr="008A585A">
        <w:rPr>
          <w:smallCaps w:val="0"/>
          <w:szCs w:val="24"/>
        </w:rPr>
        <w:t xml:space="preserve">Sposób realizacji zajęć  </w:t>
      </w:r>
    </w:p>
    <w:p w14:paraId="0FA809AB" w14:textId="082BE8AF" w:rsidR="0085747A" w:rsidRPr="008A585A" w:rsidRDefault="00FF33BD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8A585A">
        <w:rPr>
          <w:rFonts w:eastAsia="MS Gothic"/>
          <w:b w:val="0"/>
          <w:szCs w:val="24"/>
          <w:u w:val="single"/>
        </w:rPr>
        <w:t xml:space="preserve">X </w:t>
      </w:r>
      <w:r w:rsidR="0085747A" w:rsidRPr="008A585A">
        <w:rPr>
          <w:b w:val="0"/>
          <w:smallCaps w:val="0"/>
          <w:szCs w:val="24"/>
          <w:u w:val="single"/>
        </w:rPr>
        <w:t xml:space="preserve"> zajęcia w formie tradycyjnej </w:t>
      </w:r>
    </w:p>
    <w:p w14:paraId="3C87AE8D" w14:textId="77777777" w:rsidR="0085747A" w:rsidRPr="008A585A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8A585A">
        <w:rPr>
          <w:rFonts w:ascii="Segoe UI Symbol" w:eastAsia="MS Gothic" w:hAnsi="Segoe UI Symbol" w:cs="Segoe UI Symbol"/>
          <w:b w:val="0"/>
          <w:szCs w:val="24"/>
        </w:rPr>
        <w:t>☐</w:t>
      </w:r>
      <w:r w:rsidRPr="008A585A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40315D" w14:textId="77777777" w:rsidR="0085747A" w:rsidRPr="008A585A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2C7D8A00" w14:textId="7FBC4585" w:rsidR="009C54AE" w:rsidRPr="008A585A" w:rsidRDefault="00E22FBC" w:rsidP="001D2AA0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zCs w:val="24"/>
        </w:rPr>
      </w:pPr>
      <w:r w:rsidRPr="008A585A">
        <w:rPr>
          <w:smallCaps w:val="0"/>
          <w:szCs w:val="24"/>
        </w:rPr>
        <w:t xml:space="preserve">1.3 </w:t>
      </w:r>
      <w:r w:rsidR="00F83B28" w:rsidRPr="008A585A">
        <w:rPr>
          <w:smallCaps w:val="0"/>
          <w:szCs w:val="24"/>
        </w:rPr>
        <w:tab/>
      </w:r>
      <w:r w:rsidRPr="008A585A">
        <w:rPr>
          <w:smallCaps w:val="0"/>
          <w:szCs w:val="24"/>
        </w:rPr>
        <w:t>For</w:t>
      </w:r>
      <w:r w:rsidR="00445970" w:rsidRPr="008A585A">
        <w:rPr>
          <w:smallCaps w:val="0"/>
          <w:szCs w:val="24"/>
        </w:rPr>
        <w:t xml:space="preserve">ma zaliczenia przedmiotu </w:t>
      </w:r>
      <w:r w:rsidRPr="008A585A">
        <w:rPr>
          <w:smallCaps w:val="0"/>
          <w:szCs w:val="24"/>
        </w:rPr>
        <w:t xml:space="preserve"> (z toku)</w:t>
      </w:r>
      <w:r w:rsidR="001D2AA0" w:rsidRPr="008A585A">
        <w:rPr>
          <w:smallCaps w:val="0"/>
          <w:szCs w:val="24"/>
        </w:rPr>
        <w:t xml:space="preserve">: </w:t>
      </w:r>
      <w:r w:rsidR="002F69C3" w:rsidRPr="002F69C3">
        <w:rPr>
          <w:b w:val="0"/>
          <w:bCs/>
        </w:rPr>
        <w:t>zaliczenie z oceną</w:t>
      </w:r>
    </w:p>
    <w:p w14:paraId="6723F1B9" w14:textId="77777777" w:rsidR="00E960BB" w:rsidRPr="008A585A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68FD2A3C" w14:textId="77777777" w:rsidR="00E960BB" w:rsidRPr="008A585A" w:rsidRDefault="0085747A" w:rsidP="009C54AE">
      <w:pPr>
        <w:pStyle w:val="Punktygwne"/>
        <w:spacing w:before="0" w:after="0"/>
        <w:rPr>
          <w:szCs w:val="24"/>
        </w:rPr>
      </w:pPr>
      <w:r w:rsidRPr="008A585A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A585A" w14:paraId="5E96D769" w14:textId="77777777" w:rsidTr="00745302">
        <w:tc>
          <w:tcPr>
            <w:tcW w:w="9670" w:type="dxa"/>
          </w:tcPr>
          <w:p w14:paraId="5F97D36D" w14:textId="138F930F" w:rsidR="0085747A" w:rsidRPr="008A585A" w:rsidRDefault="004458E0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8A585A">
              <w:rPr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CB386F" w:rsidRPr="008A585A">
              <w:rPr>
                <w:b w:val="0"/>
                <w:smallCaps w:val="0"/>
                <w:color w:val="000000"/>
                <w:szCs w:val="24"/>
              </w:rPr>
              <w:t>psychologii</w:t>
            </w:r>
          </w:p>
        </w:tc>
      </w:tr>
    </w:tbl>
    <w:p w14:paraId="7ED7DE3B" w14:textId="77777777" w:rsidR="002F69C3" w:rsidRDefault="002F69C3" w:rsidP="009C54AE">
      <w:pPr>
        <w:pStyle w:val="Punktygwne"/>
        <w:spacing w:before="0" w:after="0"/>
        <w:rPr>
          <w:szCs w:val="24"/>
        </w:rPr>
      </w:pPr>
    </w:p>
    <w:p w14:paraId="3DB6FB64" w14:textId="5E3A54E6" w:rsidR="0085747A" w:rsidRPr="008A585A" w:rsidRDefault="0071620A" w:rsidP="009C54AE">
      <w:pPr>
        <w:pStyle w:val="Punktygwne"/>
        <w:spacing w:before="0" w:after="0"/>
        <w:rPr>
          <w:szCs w:val="24"/>
        </w:rPr>
      </w:pPr>
      <w:r w:rsidRPr="008A585A">
        <w:rPr>
          <w:szCs w:val="24"/>
        </w:rPr>
        <w:t>3.</w:t>
      </w:r>
      <w:r w:rsidR="0085747A" w:rsidRPr="008A585A">
        <w:rPr>
          <w:szCs w:val="24"/>
        </w:rPr>
        <w:t xml:space="preserve"> </w:t>
      </w:r>
      <w:r w:rsidR="00A84C85" w:rsidRPr="008A585A">
        <w:rPr>
          <w:szCs w:val="24"/>
        </w:rPr>
        <w:t>cele, efekty uczenia się</w:t>
      </w:r>
      <w:r w:rsidR="0085747A" w:rsidRPr="008A585A">
        <w:rPr>
          <w:szCs w:val="24"/>
        </w:rPr>
        <w:t xml:space="preserve"> , treści Programowe i stosowane metody Dydaktyczne</w:t>
      </w:r>
    </w:p>
    <w:p w14:paraId="2FD6FE6D" w14:textId="77777777" w:rsidR="0085747A" w:rsidRPr="008A585A" w:rsidRDefault="0085747A" w:rsidP="009C54AE">
      <w:pPr>
        <w:pStyle w:val="Punktygwne"/>
        <w:spacing w:before="0" w:after="0"/>
        <w:rPr>
          <w:szCs w:val="24"/>
        </w:rPr>
      </w:pPr>
    </w:p>
    <w:p w14:paraId="11CC207B" w14:textId="6C30AE03" w:rsidR="00F83B28" w:rsidRDefault="0071620A" w:rsidP="009C54AE">
      <w:pPr>
        <w:pStyle w:val="Podpunkty"/>
        <w:rPr>
          <w:sz w:val="24"/>
          <w:szCs w:val="24"/>
        </w:rPr>
      </w:pPr>
      <w:r w:rsidRPr="008A585A">
        <w:rPr>
          <w:sz w:val="24"/>
          <w:szCs w:val="24"/>
        </w:rPr>
        <w:t xml:space="preserve">3.1 </w:t>
      </w:r>
      <w:r w:rsidR="00C05F44" w:rsidRPr="008A585A">
        <w:rPr>
          <w:sz w:val="24"/>
          <w:szCs w:val="24"/>
        </w:rPr>
        <w:t>Cele przedmiotu</w:t>
      </w:r>
      <w:r w:rsidR="002F69C3">
        <w:rPr>
          <w:sz w:val="24"/>
          <w:szCs w:val="24"/>
        </w:rPr>
        <w:t xml:space="preserve">: </w:t>
      </w:r>
    </w:p>
    <w:p w14:paraId="2290A459" w14:textId="77777777" w:rsidR="002F69C3" w:rsidRPr="008A585A" w:rsidRDefault="002F69C3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A623D" w:rsidRPr="008A585A" w14:paraId="097DCC3D" w14:textId="77777777" w:rsidTr="009A623D">
        <w:tc>
          <w:tcPr>
            <w:tcW w:w="845" w:type="dxa"/>
            <w:vAlign w:val="center"/>
          </w:tcPr>
          <w:p w14:paraId="5F06BB30" w14:textId="77777777" w:rsidR="009A623D" w:rsidRPr="008A585A" w:rsidRDefault="009A623D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A585A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0481C99" w14:textId="467608BD" w:rsidR="009A623D" w:rsidRPr="008A585A" w:rsidRDefault="00BD2A02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8A585A">
              <w:rPr>
                <w:b w:val="0"/>
                <w:bCs/>
                <w:sz w:val="24"/>
                <w:szCs w:val="24"/>
              </w:rPr>
              <w:t>P</w:t>
            </w:r>
            <w:r w:rsidR="009A623D" w:rsidRPr="008A585A">
              <w:rPr>
                <w:b w:val="0"/>
                <w:bCs/>
                <w:sz w:val="24"/>
                <w:szCs w:val="24"/>
              </w:rPr>
              <w:t xml:space="preserve">rzybliżenie studentom problemów i zadań psychologii </w:t>
            </w:r>
            <w:r w:rsidRPr="008A585A">
              <w:rPr>
                <w:b w:val="0"/>
                <w:bCs/>
                <w:sz w:val="24"/>
                <w:szCs w:val="24"/>
              </w:rPr>
              <w:t>re</w:t>
            </w:r>
            <w:r w:rsidR="00021D2E" w:rsidRPr="008A585A">
              <w:rPr>
                <w:b w:val="0"/>
                <w:bCs/>
                <w:sz w:val="24"/>
                <w:szCs w:val="24"/>
              </w:rPr>
              <w:t>walidacji</w:t>
            </w:r>
          </w:p>
        </w:tc>
      </w:tr>
      <w:tr w:rsidR="009A623D" w:rsidRPr="008A585A" w14:paraId="60EB82A9" w14:textId="77777777" w:rsidTr="009A623D">
        <w:tc>
          <w:tcPr>
            <w:tcW w:w="845" w:type="dxa"/>
            <w:vAlign w:val="center"/>
          </w:tcPr>
          <w:p w14:paraId="3A10EB8B" w14:textId="35C0DEEE" w:rsidR="009A623D" w:rsidRPr="008A585A" w:rsidRDefault="009A623D" w:rsidP="009A623D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8A585A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62913DB" w14:textId="2903D270" w:rsidR="009A623D" w:rsidRPr="008A585A" w:rsidRDefault="00BD2A02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8A585A">
              <w:rPr>
                <w:b w:val="0"/>
                <w:bCs/>
                <w:sz w:val="24"/>
                <w:szCs w:val="24"/>
              </w:rPr>
              <w:t>Z</w:t>
            </w:r>
            <w:r w:rsidR="009A623D" w:rsidRPr="008A585A">
              <w:rPr>
                <w:b w:val="0"/>
                <w:bCs/>
                <w:sz w:val="24"/>
                <w:szCs w:val="24"/>
              </w:rPr>
              <w:t xml:space="preserve">wrócenie uwagi na </w:t>
            </w:r>
            <w:r w:rsidRPr="008A585A">
              <w:rPr>
                <w:b w:val="0"/>
                <w:bCs/>
                <w:sz w:val="24"/>
                <w:szCs w:val="24"/>
              </w:rPr>
              <w:t>złożoność  czynników warunkujących efektywną rehabilitację</w:t>
            </w:r>
          </w:p>
        </w:tc>
      </w:tr>
      <w:tr w:rsidR="009A623D" w:rsidRPr="008A585A" w14:paraId="029EFD04" w14:textId="77777777" w:rsidTr="009A623D">
        <w:tc>
          <w:tcPr>
            <w:tcW w:w="845" w:type="dxa"/>
            <w:vAlign w:val="center"/>
          </w:tcPr>
          <w:p w14:paraId="46007FE3" w14:textId="660FA6E6" w:rsidR="009A623D" w:rsidRPr="008A585A" w:rsidRDefault="009A623D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A585A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36EFEC" w14:textId="7C8575C8" w:rsidR="009A623D" w:rsidRPr="008A585A" w:rsidRDefault="00BD2A02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8A585A">
              <w:rPr>
                <w:b w:val="0"/>
                <w:bCs/>
                <w:sz w:val="24"/>
                <w:szCs w:val="24"/>
              </w:rPr>
              <w:t>O</w:t>
            </w:r>
            <w:r w:rsidR="009A623D" w:rsidRPr="008A585A">
              <w:rPr>
                <w:b w:val="0"/>
                <w:bCs/>
                <w:sz w:val="24"/>
                <w:szCs w:val="24"/>
              </w:rPr>
              <w:t xml:space="preserve">mówienie </w:t>
            </w:r>
            <w:r w:rsidRPr="008A585A">
              <w:rPr>
                <w:b w:val="0"/>
                <w:bCs/>
                <w:sz w:val="24"/>
                <w:szCs w:val="24"/>
              </w:rPr>
              <w:t>mechanizmów adaptacyjnych w związku z niepełnosprawnością</w:t>
            </w:r>
          </w:p>
        </w:tc>
      </w:tr>
      <w:tr w:rsidR="009A623D" w:rsidRPr="008A585A" w14:paraId="727C7133" w14:textId="77777777" w:rsidTr="009A623D">
        <w:tc>
          <w:tcPr>
            <w:tcW w:w="845" w:type="dxa"/>
            <w:vAlign w:val="center"/>
          </w:tcPr>
          <w:p w14:paraId="188AA449" w14:textId="0CA2466D" w:rsidR="009A623D" w:rsidRPr="008A585A" w:rsidRDefault="009A623D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A585A">
              <w:rPr>
                <w:b w:val="0"/>
                <w:sz w:val="24"/>
                <w:szCs w:val="24"/>
              </w:rPr>
              <w:lastRenderedPageBreak/>
              <w:t>C4</w:t>
            </w:r>
          </w:p>
        </w:tc>
        <w:tc>
          <w:tcPr>
            <w:tcW w:w="8675" w:type="dxa"/>
          </w:tcPr>
          <w:p w14:paraId="19CD427D" w14:textId="539EB0A2" w:rsidR="009A623D" w:rsidRPr="008A585A" w:rsidRDefault="00BD2A02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8A585A">
              <w:rPr>
                <w:b w:val="0"/>
                <w:bCs/>
                <w:sz w:val="24"/>
                <w:szCs w:val="24"/>
              </w:rPr>
              <w:t>Zaznajomienie studentów z formami oddziaływań psychologicznych wobec osób z niepełnosprawnością</w:t>
            </w:r>
          </w:p>
        </w:tc>
      </w:tr>
      <w:tr w:rsidR="00BD2A02" w:rsidRPr="008A585A" w14:paraId="3BB58D23" w14:textId="77777777" w:rsidTr="009A623D">
        <w:tc>
          <w:tcPr>
            <w:tcW w:w="845" w:type="dxa"/>
            <w:vAlign w:val="center"/>
          </w:tcPr>
          <w:p w14:paraId="42649F3C" w14:textId="3D2EAEAA" w:rsidR="00BD2A02" w:rsidRPr="008A585A" w:rsidRDefault="00BD2A02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A585A">
              <w:rPr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293D9CCF" w14:textId="51F20D6C" w:rsidR="00BD2A02" w:rsidRPr="008A585A" w:rsidRDefault="00BD2A02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8A585A">
              <w:rPr>
                <w:b w:val="0"/>
                <w:bCs/>
                <w:sz w:val="24"/>
                <w:szCs w:val="24"/>
              </w:rPr>
              <w:t>Zachęc</w:t>
            </w:r>
            <w:r w:rsidR="00C3138C" w:rsidRPr="008A585A">
              <w:rPr>
                <w:b w:val="0"/>
                <w:bCs/>
                <w:sz w:val="24"/>
                <w:szCs w:val="24"/>
              </w:rPr>
              <w:t>e</w:t>
            </w:r>
            <w:r w:rsidRPr="008A585A">
              <w:rPr>
                <w:b w:val="0"/>
                <w:bCs/>
                <w:sz w:val="24"/>
                <w:szCs w:val="24"/>
              </w:rPr>
              <w:t xml:space="preserve">nie słuchaczy do dalszego samokształcenia </w:t>
            </w:r>
            <w:r w:rsidR="00C3138C" w:rsidRPr="008A585A">
              <w:rPr>
                <w:b w:val="0"/>
                <w:bCs/>
                <w:sz w:val="24"/>
                <w:szCs w:val="24"/>
              </w:rPr>
              <w:t>w zakresie psychologicznych aspektów rewalidacji osób z niepełnosprawnością</w:t>
            </w:r>
          </w:p>
        </w:tc>
      </w:tr>
    </w:tbl>
    <w:p w14:paraId="285D327C" w14:textId="77777777" w:rsidR="0085747A" w:rsidRPr="008A585A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1A668316" w14:textId="7C18E115" w:rsidR="001D7B54" w:rsidRPr="008A585A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A585A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8A585A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8A585A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8A585A">
        <w:rPr>
          <w:rFonts w:ascii="Times New Roman" w:hAnsi="Times New Roman"/>
          <w:b/>
          <w:sz w:val="24"/>
          <w:szCs w:val="24"/>
        </w:rPr>
        <w:t>dla przedmiotu</w:t>
      </w:r>
      <w:r w:rsidR="00445970" w:rsidRPr="008A585A">
        <w:rPr>
          <w:rFonts w:ascii="Times New Roman" w:hAnsi="Times New Roman"/>
          <w:sz w:val="24"/>
          <w:szCs w:val="24"/>
        </w:rPr>
        <w:t xml:space="preserve"> </w:t>
      </w:r>
    </w:p>
    <w:p w14:paraId="79074837" w14:textId="77777777" w:rsidR="001D7B54" w:rsidRPr="008A585A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6662"/>
        <w:gridCol w:w="1695"/>
      </w:tblGrid>
      <w:tr w:rsidR="0085747A" w:rsidRPr="008A585A" w14:paraId="580B35BE" w14:textId="77777777" w:rsidTr="002F69C3">
        <w:tc>
          <w:tcPr>
            <w:tcW w:w="1163" w:type="dxa"/>
            <w:vAlign w:val="center"/>
          </w:tcPr>
          <w:p w14:paraId="276A6177" w14:textId="74B8DB69" w:rsidR="0085747A" w:rsidRPr="008A585A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85A">
              <w:rPr>
                <w:smallCaps w:val="0"/>
                <w:szCs w:val="24"/>
              </w:rPr>
              <w:t>EK</w:t>
            </w:r>
            <w:r w:rsidR="00A84C85" w:rsidRPr="008A585A">
              <w:rPr>
                <w:b w:val="0"/>
                <w:smallCaps w:val="0"/>
                <w:szCs w:val="24"/>
              </w:rPr>
              <w:t xml:space="preserve"> </w:t>
            </w:r>
            <w:r w:rsidR="002F69C3">
              <w:rPr>
                <w:b w:val="0"/>
                <w:smallCaps w:val="0"/>
                <w:szCs w:val="24"/>
              </w:rPr>
              <w:t>(</w:t>
            </w:r>
            <w:r w:rsidR="00C05F44" w:rsidRPr="008A585A">
              <w:rPr>
                <w:b w:val="0"/>
                <w:smallCaps w:val="0"/>
                <w:szCs w:val="24"/>
              </w:rPr>
              <w:t>efekt uczenia się</w:t>
            </w:r>
            <w:r w:rsidR="00B82308" w:rsidRPr="008A585A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6662" w:type="dxa"/>
            <w:vAlign w:val="center"/>
          </w:tcPr>
          <w:p w14:paraId="238FA12C" w14:textId="77777777" w:rsidR="002464DD" w:rsidRPr="008A585A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85A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8A585A">
              <w:rPr>
                <w:b w:val="0"/>
                <w:smallCaps w:val="0"/>
                <w:szCs w:val="24"/>
              </w:rPr>
              <w:t xml:space="preserve">uczenia się </w:t>
            </w:r>
            <w:r w:rsidRPr="008A585A">
              <w:rPr>
                <w:b w:val="0"/>
                <w:smallCaps w:val="0"/>
                <w:szCs w:val="24"/>
              </w:rPr>
              <w:t>zdefiniowanego dla przedmiotu</w:t>
            </w:r>
          </w:p>
          <w:p w14:paraId="3729D2E5" w14:textId="1BD6ACAC" w:rsidR="0085747A" w:rsidRPr="008A585A" w:rsidRDefault="002464DD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85A">
              <w:rPr>
                <w:b w:val="0"/>
                <w:smallCaps w:val="0"/>
                <w:szCs w:val="24"/>
              </w:rPr>
              <w:t>Student:</w:t>
            </w:r>
            <w:r w:rsidR="0085747A" w:rsidRPr="008A585A">
              <w:rPr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695" w:type="dxa"/>
            <w:vAlign w:val="center"/>
          </w:tcPr>
          <w:p w14:paraId="5A8C6BAA" w14:textId="6D4B6099" w:rsidR="0085747A" w:rsidRPr="008A585A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85A">
              <w:rPr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8A585A" w14:paraId="5D356227" w14:textId="77777777" w:rsidTr="002F69C3">
        <w:tc>
          <w:tcPr>
            <w:tcW w:w="1163" w:type="dxa"/>
          </w:tcPr>
          <w:p w14:paraId="36A722B8" w14:textId="6AC38057" w:rsidR="0085747A" w:rsidRPr="008A585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85A">
              <w:rPr>
                <w:b w:val="0"/>
                <w:smallCaps w:val="0"/>
                <w:szCs w:val="24"/>
              </w:rPr>
              <w:t>EK_0</w:t>
            </w:r>
            <w:r w:rsidR="002D4111" w:rsidRPr="008A585A">
              <w:rPr>
                <w:b w:val="0"/>
                <w:smallCaps w:val="0"/>
                <w:szCs w:val="24"/>
              </w:rPr>
              <w:t>1</w:t>
            </w:r>
          </w:p>
        </w:tc>
        <w:tc>
          <w:tcPr>
            <w:tcW w:w="6662" w:type="dxa"/>
          </w:tcPr>
          <w:p w14:paraId="44EBCFAD" w14:textId="6F4AA781" w:rsidR="0085747A" w:rsidRPr="008A585A" w:rsidRDefault="007974CA" w:rsidP="002F69C3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8A585A">
              <w:rPr>
                <w:b w:val="0"/>
                <w:smallCaps w:val="0"/>
                <w:szCs w:val="24"/>
              </w:rPr>
              <w:t xml:space="preserve">Posiada szczegółową wiedzę odnośnie uwarunkowań trudności w sferze psychicznej, czynników utrudniających rozwój </w:t>
            </w:r>
            <w:r w:rsidR="00023C61" w:rsidRPr="008A585A">
              <w:rPr>
                <w:b w:val="0"/>
                <w:smallCaps w:val="0"/>
                <w:szCs w:val="24"/>
              </w:rPr>
              <w:t xml:space="preserve">osób z niepełnosprawnością </w:t>
            </w:r>
            <w:r w:rsidRPr="008A585A">
              <w:rPr>
                <w:b w:val="0"/>
                <w:smallCaps w:val="0"/>
                <w:szCs w:val="24"/>
              </w:rPr>
              <w:t xml:space="preserve">w celu optymalizacji oddziaływań terapeutycznych </w:t>
            </w:r>
          </w:p>
        </w:tc>
        <w:tc>
          <w:tcPr>
            <w:tcW w:w="1695" w:type="dxa"/>
          </w:tcPr>
          <w:p w14:paraId="258AE9BB" w14:textId="59C5E794" w:rsidR="002D4111" w:rsidRPr="008A585A" w:rsidRDefault="009B1B10" w:rsidP="002D411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85A">
              <w:rPr>
                <w:b w:val="0"/>
                <w:smallCaps w:val="0"/>
                <w:szCs w:val="24"/>
              </w:rPr>
              <w:t>K_W12</w:t>
            </w:r>
          </w:p>
        </w:tc>
      </w:tr>
      <w:tr w:rsidR="00231136" w:rsidRPr="008A585A" w14:paraId="368B62E4" w14:textId="77777777" w:rsidTr="002F69C3">
        <w:tc>
          <w:tcPr>
            <w:tcW w:w="1163" w:type="dxa"/>
          </w:tcPr>
          <w:p w14:paraId="3D7BA37E" w14:textId="62C5542F" w:rsidR="00231136" w:rsidRPr="008A585A" w:rsidRDefault="002D411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85A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6662" w:type="dxa"/>
          </w:tcPr>
          <w:p w14:paraId="4B3BE7D3" w14:textId="1F2AC632" w:rsidR="00231136" w:rsidRPr="008A585A" w:rsidRDefault="00023C61" w:rsidP="002F69C3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FF0000"/>
                <w:szCs w:val="24"/>
              </w:rPr>
            </w:pPr>
            <w:r w:rsidRPr="008A585A">
              <w:rPr>
                <w:b w:val="0"/>
                <w:smallCaps w:val="0"/>
                <w:szCs w:val="24"/>
              </w:rPr>
              <w:t>Posiada pogłębioną wiedzę na temat instytucji pomocowych dla osób z niepeł</w:t>
            </w:r>
            <w:r w:rsidR="004458E0" w:rsidRPr="008A585A">
              <w:rPr>
                <w:b w:val="0"/>
                <w:smallCaps w:val="0"/>
                <w:szCs w:val="24"/>
              </w:rPr>
              <w:t>nosprawnością, które wspierają je we wszechstronnym</w:t>
            </w:r>
            <w:r w:rsidRPr="008A585A">
              <w:rPr>
                <w:b w:val="0"/>
                <w:smallCaps w:val="0"/>
                <w:szCs w:val="24"/>
              </w:rPr>
              <w:t xml:space="preserve"> rozwoju i oferują różne formy opieki</w:t>
            </w:r>
            <w:r w:rsidR="004458E0" w:rsidRPr="008A585A">
              <w:rPr>
                <w:b w:val="0"/>
                <w:smallCaps w:val="0"/>
                <w:szCs w:val="24"/>
              </w:rPr>
              <w:t>, diagnozy</w:t>
            </w:r>
            <w:r w:rsidR="006A220B" w:rsidRPr="008A585A">
              <w:rPr>
                <w:b w:val="0"/>
                <w:smallCaps w:val="0"/>
                <w:szCs w:val="24"/>
              </w:rPr>
              <w:t xml:space="preserve"> i</w:t>
            </w:r>
            <w:r w:rsidRPr="008A585A">
              <w:rPr>
                <w:b w:val="0"/>
                <w:smallCaps w:val="0"/>
                <w:szCs w:val="24"/>
              </w:rPr>
              <w:t xml:space="preserve"> terapii</w:t>
            </w:r>
            <w:r w:rsidR="006A220B" w:rsidRPr="008A585A">
              <w:rPr>
                <w:b w:val="0"/>
                <w:smallCaps w:val="0"/>
                <w:szCs w:val="24"/>
              </w:rPr>
              <w:t xml:space="preserve">. </w:t>
            </w:r>
            <w:r w:rsidRPr="008A585A">
              <w:rPr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695" w:type="dxa"/>
          </w:tcPr>
          <w:p w14:paraId="54395554" w14:textId="100ACDED" w:rsidR="00231136" w:rsidRPr="008A585A" w:rsidRDefault="009B1B1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85A">
              <w:rPr>
                <w:b w:val="0"/>
                <w:smallCaps w:val="0"/>
                <w:szCs w:val="24"/>
              </w:rPr>
              <w:t>K_W17</w:t>
            </w:r>
          </w:p>
        </w:tc>
      </w:tr>
      <w:tr w:rsidR="00064FA4" w:rsidRPr="008A585A" w14:paraId="1A45CA8E" w14:textId="77777777" w:rsidTr="002F69C3">
        <w:tc>
          <w:tcPr>
            <w:tcW w:w="1163" w:type="dxa"/>
          </w:tcPr>
          <w:p w14:paraId="5F3A5A07" w14:textId="0FB71163" w:rsidR="00064FA4" w:rsidRPr="008A585A" w:rsidRDefault="008E0744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85A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6662" w:type="dxa"/>
          </w:tcPr>
          <w:p w14:paraId="5C9CB767" w14:textId="1B339A80" w:rsidR="00064FA4" w:rsidRPr="008A585A" w:rsidRDefault="00064FA4" w:rsidP="002F69C3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Posiada pogłębioną wiedzę odnośnie funkcjonowania społecznego osób z niepełnosprawnością w różnych środowiskach oraz czynników sprzyjających adaptacji do określonych sytuacji</w:t>
            </w:r>
          </w:p>
        </w:tc>
        <w:tc>
          <w:tcPr>
            <w:tcW w:w="1695" w:type="dxa"/>
          </w:tcPr>
          <w:p w14:paraId="0334C3BD" w14:textId="49F1BD95" w:rsidR="00064FA4" w:rsidRPr="00064FA4" w:rsidRDefault="00064FA4" w:rsidP="009C54AE">
            <w:pPr>
              <w:pStyle w:val="Punktygwne"/>
              <w:spacing w:before="0" w:after="0"/>
              <w:rPr>
                <w:b w:val="0"/>
                <w:smallCaps w:val="0"/>
                <w:color w:val="0070C0"/>
                <w:szCs w:val="24"/>
              </w:rPr>
            </w:pPr>
            <w:r w:rsidRPr="00C84B6E">
              <w:rPr>
                <w:b w:val="0"/>
                <w:smallCaps w:val="0"/>
                <w:szCs w:val="24"/>
              </w:rPr>
              <w:t>K_W61</w:t>
            </w:r>
          </w:p>
        </w:tc>
      </w:tr>
      <w:tr w:rsidR="001A3138" w:rsidRPr="008A585A" w14:paraId="563C53B7" w14:textId="77777777" w:rsidTr="002F69C3">
        <w:tc>
          <w:tcPr>
            <w:tcW w:w="1163" w:type="dxa"/>
          </w:tcPr>
          <w:p w14:paraId="538C57DE" w14:textId="08C737F9" w:rsidR="001A3138" w:rsidRPr="008A585A" w:rsidRDefault="008E0744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85A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6662" w:type="dxa"/>
          </w:tcPr>
          <w:p w14:paraId="4A13CD91" w14:textId="6F5D2116" w:rsidR="001A3138" w:rsidRDefault="001A3138" w:rsidP="002F69C3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Ma szczegółową wiedzę odnośnie zasad orzecznictwa i planowania ścieżek edukacyjnych dla osób z różnego typu dysfunkcjami</w:t>
            </w:r>
          </w:p>
        </w:tc>
        <w:tc>
          <w:tcPr>
            <w:tcW w:w="1695" w:type="dxa"/>
          </w:tcPr>
          <w:p w14:paraId="74C21F6B" w14:textId="04C39D55" w:rsidR="001A3138" w:rsidRDefault="001A3138" w:rsidP="009C54AE">
            <w:pPr>
              <w:pStyle w:val="Punktygwne"/>
              <w:spacing w:before="0" w:after="0"/>
              <w:rPr>
                <w:b w:val="0"/>
                <w:smallCaps w:val="0"/>
                <w:color w:val="0070C0"/>
                <w:szCs w:val="24"/>
              </w:rPr>
            </w:pPr>
            <w:r w:rsidRPr="00C84B6E">
              <w:rPr>
                <w:b w:val="0"/>
                <w:smallCaps w:val="0"/>
                <w:szCs w:val="24"/>
              </w:rPr>
              <w:t>K_W73</w:t>
            </w:r>
          </w:p>
        </w:tc>
      </w:tr>
      <w:tr w:rsidR="00231136" w:rsidRPr="008A585A" w14:paraId="25B23356" w14:textId="77777777" w:rsidTr="002F69C3">
        <w:tc>
          <w:tcPr>
            <w:tcW w:w="1163" w:type="dxa"/>
          </w:tcPr>
          <w:p w14:paraId="1C5D8378" w14:textId="049A9930" w:rsidR="00231136" w:rsidRPr="008A585A" w:rsidRDefault="008E0744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85A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6662" w:type="dxa"/>
          </w:tcPr>
          <w:p w14:paraId="4A8966BD" w14:textId="78088E67" w:rsidR="00231136" w:rsidRPr="008A585A" w:rsidRDefault="006A220B" w:rsidP="002F69C3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FF0000"/>
                <w:szCs w:val="24"/>
              </w:rPr>
            </w:pPr>
            <w:r w:rsidRPr="008A585A">
              <w:rPr>
                <w:b w:val="0"/>
                <w:smallCaps w:val="0"/>
                <w:szCs w:val="24"/>
              </w:rPr>
              <w:t>W</w:t>
            </w:r>
            <w:r w:rsidR="007974CA" w:rsidRPr="008A585A">
              <w:rPr>
                <w:b w:val="0"/>
                <w:smallCaps w:val="0"/>
                <w:szCs w:val="24"/>
              </w:rPr>
              <w:t>ykorzy</w:t>
            </w:r>
            <w:r w:rsidRPr="008A585A">
              <w:rPr>
                <w:b w:val="0"/>
                <w:smallCaps w:val="0"/>
                <w:szCs w:val="24"/>
              </w:rPr>
              <w:t>stuje posiadan</w:t>
            </w:r>
            <w:r w:rsidR="00FB6DD3">
              <w:rPr>
                <w:b w:val="0"/>
                <w:smallCaps w:val="0"/>
                <w:szCs w:val="24"/>
              </w:rPr>
              <w:t>e umiejętności i</w:t>
            </w:r>
            <w:r w:rsidRPr="008A585A">
              <w:rPr>
                <w:b w:val="0"/>
                <w:smallCaps w:val="0"/>
                <w:szCs w:val="24"/>
              </w:rPr>
              <w:t xml:space="preserve"> </w:t>
            </w:r>
            <w:r w:rsidR="007974CA" w:rsidRPr="008A585A">
              <w:rPr>
                <w:b w:val="0"/>
                <w:smallCaps w:val="0"/>
                <w:szCs w:val="24"/>
              </w:rPr>
              <w:t xml:space="preserve">wiedzę </w:t>
            </w:r>
            <w:r w:rsidRPr="008A585A">
              <w:rPr>
                <w:b w:val="0"/>
                <w:smallCaps w:val="0"/>
                <w:szCs w:val="24"/>
              </w:rPr>
              <w:t xml:space="preserve">z zakresu psychologii rewalidacji w pracy z osobami z niepełnosprawnością, właściwie interpretując określone zachowanie tych osób w różnych sytuacjach </w:t>
            </w:r>
          </w:p>
        </w:tc>
        <w:tc>
          <w:tcPr>
            <w:tcW w:w="1695" w:type="dxa"/>
          </w:tcPr>
          <w:p w14:paraId="3DC89EE8" w14:textId="77777777" w:rsidR="002D4111" w:rsidRDefault="009B1B1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85A">
              <w:rPr>
                <w:b w:val="0"/>
                <w:smallCaps w:val="0"/>
                <w:szCs w:val="24"/>
              </w:rPr>
              <w:t>K_U02</w:t>
            </w:r>
          </w:p>
          <w:p w14:paraId="143739D4" w14:textId="3A795BE3" w:rsidR="00064FA4" w:rsidRPr="008A585A" w:rsidRDefault="00064FA4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  <w:tr w:rsidR="009B1B10" w:rsidRPr="008A585A" w14:paraId="1FEAA20C" w14:textId="77777777" w:rsidTr="002F69C3">
        <w:tc>
          <w:tcPr>
            <w:tcW w:w="1163" w:type="dxa"/>
          </w:tcPr>
          <w:p w14:paraId="11ABBB6B" w14:textId="629D3B83" w:rsidR="009B1B10" w:rsidRPr="008A585A" w:rsidRDefault="008E0744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85A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6662" w:type="dxa"/>
          </w:tcPr>
          <w:p w14:paraId="0441A4FB" w14:textId="3F4A0680" w:rsidR="009B1B10" w:rsidRPr="008A585A" w:rsidRDefault="006A220B" w:rsidP="002F69C3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FF0000"/>
                <w:szCs w:val="24"/>
              </w:rPr>
            </w:pPr>
            <w:r w:rsidRPr="008A585A">
              <w:rPr>
                <w:b w:val="0"/>
                <w:smallCaps w:val="0"/>
                <w:szCs w:val="24"/>
              </w:rPr>
              <w:t>Dobiera właściwe narzędzia do diagno</w:t>
            </w:r>
            <w:r w:rsidR="002564F3" w:rsidRPr="008A585A">
              <w:rPr>
                <w:b w:val="0"/>
                <w:smallCaps w:val="0"/>
                <w:szCs w:val="24"/>
              </w:rPr>
              <w:t>zy sytua</w:t>
            </w:r>
            <w:r w:rsidR="004458E0" w:rsidRPr="008A585A">
              <w:rPr>
                <w:b w:val="0"/>
                <w:smallCaps w:val="0"/>
                <w:szCs w:val="24"/>
              </w:rPr>
              <w:t xml:space="preserve">cji osób z niepełnosprawnością </w:t>
            </w:r>
            <w:r w:rsidR="002564F3" w:rsidRPr="008A585A">
              <w:rPr>
                <w:b w:val="0"/>
                <w:smallCaps w:val="0"/>
                <w:szCs w:val="24"/>
              </w:rPr>
              <w:t xml:space="preserve">oraz efektywne metody wsparcia psychologicznego dzieci i dorosłych z różnego typu deficytami </w:t>
            </w:r>
          </w:p>
        </w:tc>
        <w:tc>
          <w:tcPr>
            <w:tcW w:w="1695" w:type="dxa"/>
          </w:tcPr>
          <w:p w14:paraId="6562F1FF" w14:textId="48901A69" w:rsidR="009B1B10" w:rsidRPr="008A585A" w:rsidRDefault="009B1B1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85A">
              <w:rPr>
                <w:b w:val="0"/>
                <w:smallCaps w:val="0"/>
                <w:szCs w:val="24"/>
              </w:rPr>
              <w:t>K_U06</w:t>
            </w:r>
          </w:p>
        </w:tc>
      </w:tr>
      <w:tr w:rsidR="008E0744" w:rsidRPr="008A585A" w14:paraId="251D5314" w14:textId="77777777" w:rsidTr="002F69C3">
        <w:tc>
          <w:tcPr>
            <w:tcW w:w="1163" w:type="dxa"/>
          </w:tcPr>
          <w:p w14:paraId="49093F8F" w14:textId="4D9CDF10" w:rsidR="008E0744" w:rsidRPr="008A585A" w:rsidRDefault="008E0744" w:rsidP="008E074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85A">
              <w:rPr>
                <w:b w:val="0"/>
                <w:smallCaps w:val="0"/>
                <w:szCs w:val="24"/>
              </w:rPr>
              <w:t>EK_0</w:t>
            </w:r>
            <w:r>
              <w:rPr>
                <w:b w:val="0"/>
                <w:smallCaps w:val="0"/>
                <w:szCs w:val="24"/>
              </w:rPr>
              <w:t>7</w:t>
            </w:r>
          </w:p>
        </w:tc>
        <w:tc>
          <w:tcPr>
            <w:tcW w:w="6662" w:type="dxa"/>
          </w:tcPr>
          <w:p w14:paraId="02D83608" w14:textId="076E254F" w:rsidR="008E0744" w:rsidRPr="008A585A" w:rsidRDefault="008E0744" w:rsidP="008E0744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FF0000"/>
                <w:szCs w:val="24"/>
              </w:rPr>
            </w:pPr>
            <w:r w:rsidRPr="008A585A">
              <w:rPr>
                <w:b w:val="0"/>
                <w:smallCaps w:val="0"/>
                <w:szCs w:val="24"/>
              </w:rPr>
              <w:t xml:space="preserve">Umiejętnie wspiera w rozwiązywaniu problemów natury psychicznej osoby z niepełnosprawnością, będące w różnym wieku oraz prognozuje konsekwencje różnych działań </w:t>
            </w:r>
          </w:p>
        </w:tc>
        <w:tc>
          <w:tcPr>
            <w:tcW w:w="1695" w:type="dxa"/>
          </w:tcPr>
          <w:p w14:paraId="3B9D85A8" w14:textId="7339B850" w:rsidR="008E0744" w:rsidRPr="008A585A" w:rsidRDefault="008E0744" w:rsidP="008E074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85A">
              <w:rPr>
                <w:b w:val="0"/>
                <w:smallCaps w:val="0"/>
                <w:szCs w:val="24"/>
              </w:rPr>
              <w:t>K_U10</w:t>
            </w:r>
          </w:p>
        </w:tc>
      </w:tr>
      <w:tr w:rsidR="008E0744" w:rsidRPr="008A585A" w14:paraId="5ADAC37F" w14:textId="77777777" w:rsidTr="002F69C3">
        <w:tc>
          <w:tcPr>
            <w:tcW w:w="1163" w:type="dxa"/>
          </w:tcPr>
          <w:p w14:paraId="4068425C" w14:textId="54425910" w:rsidR="008E0744" w:rsidRPr="008A585A" w:rsidRDefault="008E0744" w:rsidP="008E074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85A">
              <w:rPr>
                <w:b w:val="0"/>
                <w:smallCaps w:val="0"/>
                <w:szCs w:val="24"/>
              </w:rPr>
              <w:t>EK_0</w:t>
            </w:r>
            <w:r>
              <w:rPr>
                <w:b w:val="0"/>
                <w:smallCaps w:val="0"/>
                <w:szCs w:val="24"/>
              </w:rPr>
              <w:t>8</w:t>
            </w:r>
          </w:p>
        </w:tc>
        <w:tc>
          <w:tcPr>
            <w:tcW w:w="6662" w:type="dxa"/>
          </w:tcPr>
          <w:p w14:paraId="7AC68E46" w14:textId="2799FA5A" w:rsidR="008E0744" w:rsidRPr="008A585A" w:rsidRDefault="008E0744" w:rsidP="008E0744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8A585A">
              <w:rPr>
                <w:b w:val="0"/>
                <w:smallCaps w:val="0"/>
                <w:szCs w:val="24"/>
              </w:rPr>
              <w:t xml:space="preserve">Jest gotowy do podjęcia psychologicznych działań wspierających na rzecz osób z niepełnosprawnością i współpracy z instytucjami pomocowymi wykorzystując swoje umiejętności i kompetencje osobiste i społeczne </w:t>
            </w:r>
          </w:p>
        </w:tc>
        <w:tc>
          <w:tcPr>
            <w:tcW w:w="1695" w:type="dxa"/>
          </w:tcPr>
          <w:p w14:paraId="2E4CFEE1" w14:textId="0597A6D1" w:rsidR="008E0744" w:rsidRPr="008A585A" w:rsidRDefault="008E0744" w:rsidP="008E074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85A">
              <w:rPr>
                <w:b w:val="0"/>
                <w:smallCaps w:val="0"/>
                <w:szCs w:val="24"/>
              </w:rPr>
              <w:t>K_K10</w:t>
            </w:r>
          </w:p>
        </w:tc>
      </w:tr>
    </w:tbl>
    <w:p w14:paraId="51764946" w14:textId="5317B485" w:rsidR="0085747A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7F7A3D12" w14:textId="0F85D41A" w:rsidR="002F69C3" w:rsidRPr="008A585A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A585A">
        <w:rPr>
          <w:rFonts w:ascii="Times New Roman" w:hAnsi="Times New Roman"/>
          <w:b/>
          <w:sz w:val="24"/>
          <w:szCs w:val="24"/>
        </w:rPr>
        <w:t>3.3</w:t>
      </w:r>
      <w:r w:rsidR="001D7B54" w:rsidRPr="008A585A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8A585A">
        <w:rPr>
          <w:rFonts w:ascii="Times New Roman" w:hAnsi="Times New Roman"/>
          <w:b/>
          <w:sz w:val="24"/>
          <w:szCs w:val="24"/>
        </w:rPr>
        <w:t>T</w:t>
      </w:r>
      <w:r w:rsidR="001D7B54" w:rsidRPr="008A585A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8A585A">
        <w:rPr>
          <w:rFonts w:ascii="Times New Roman" w:hAnsi="Times New Roman"/>
          <w:sz w:val="24"/>
          <w:szCs w:val="24"/>
        </w:rPr>
        <w:t xml:space="preserve">  </w:t>
      </w:r>
    </w:p>
    <w:p w14:paraId="2C9BB995" w14:textId="77777777" w:rsidR="0085747A" w:rsidRPr="008A585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A585A">
        <w:rPr>
          <w:rFonts w:ascii="Times New Roman" w:hAnsi="Times New Roman"/>
          <w:sz w:val="24"/>
          <w:szCs w:val="24"/>
        </w:rPr>
        <w:t xml:space="preserve">Problematyka wykładu </w:t>
      </w:r>
    </w:p>
    <w:p w14:paraId="6D2B4D16" w14:textId="77777777" w:rsidR="00675843" w:rsidRPr="008A585A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A585A" w14:paraId="7BAD91AA" w14:textId="77777777" w:rsidTr="00C3359A">
        <w:tc>
          <w:tcPr>
            <w:tcW w:w="9520" w:type="dxa"/>
          </w:tcPr>
          <w:p w14:paraId="31393B88" w14:textId="161C7AF1" w:rsidR="00DA0EDF" w:rsidRPr="008A585A" w:rsidRDefault="0085747A" w:rsidP="00DA0EDF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85A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  <w:r w:rsidR="00DA0E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3359A" w:rsidRPr="008A585A" w14:paraId="1DA90F5A" w14:textId="77777777" w:rsidTr="00C3359A">
        <w:tc>
          <w:tcPr>
            <w:tcW w:w="9520" w:type="dxa"/>
          </w:tcPr>
          <w:p w14:paraId="4CBA2EFA" w14:textId="3C0BE9AA" w:rsidR="00C3359A" w:rsidRPr="008A585A" w:rsidRDefault="00956223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 xml:space="preserve">Psychologiczne aspekty funkcjonowania osób z niepełnosprawnością. </w:t>
            </w:r>
            <w:r w:rsidR="00E13137" w:rsidRPr="008A585A">
              <w:rPr>
                <w:rFonts w:ascii="Times New Roman" w:hAnsi="Times New Roman"/>
                <w:sz w:val="24"/>
                <w:szCs w:val="24"/>
              </w:rPr>
              <w:t xml:space="preserve">Rewalidacja a </w:t>
            </w:r>
            <w:r w:rsidR="002F69C3">
              <w:rPr>
                <w:rFonts w:ascii="Times New Roman" w:hAnsi="Times New Roman"/>
                <w:sz w:val="24"/>
                <w:szCs w:val="24"/>
              </w:rPr>
              <w:t>r</w:t>
            </w:r>
            <w:r w:rsidR="00E13137" w:rsidRPr="008A585A">
              <w:rPr>
                <w:rFonts w:ascii="Times New Roman" w:hAnsi="Times New Roman"/>
                <w:sz w:val="24"/>
                <w:szCs w:val="24"/>
              </w:rPr>
              <w:t>ehabilitacja- wyjaśnienie podstawowych pojęć</w:t>
            </w:r>
          </w:p>
        </w:tc>
      </w:tr>
      <w:tr w:rsidR="00C3359A" w:rsidRPr="008A585A" w14:paraId="267487E2" w14:textId="77777777" w:rsidTr="00C3359A">
        <w:tc>
          <w:tcPr>
            <w:tcW w:w="9520" w:type="dxa"/>
          </w:tcPr>
          <w:p w14:paraId="79BEC410" w14:textId="6F07EE63" w:rsidR="00C3359A" w:rsidRPr="008A585A" w:rsidRDefault="00956223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>Indywidualne i środowiskowe</w:t>
            </w:r>
            <w:r w:rsidR="00E13137" w:rsidRPr="008A585A">
              <w:rPr>
                <w:rFonts w:ascii="Times New Roman" w:hAnsi="Times New Roman"/>
                <w:sz w:val="24"/>
                <w:szCs w:val="24"/>
              </w:rPr>
              <w:t xml:space="preserve"> uwarunkowania adaptacji osób do niepełnosprawności</w:t>
            </w:r>
          </w:p>
        </w:tc>
      </w:tr>
      <w:tr w:rsidR="00C3359A" w:rsidRPr="008A585A" w14:paraId="5B853458" w14:textId="77777777" w:rsidTr="00C3359A">
        <w:tc>
          <w:tcPr>
            <w:tcW w:w="9520" w:type="dxa"/>
          </w:tcPr>
          <w:p w14:paraId="5F8DBC7F" w14:textId="3D92080B" w:rsidR="00C3359A" w:rsidRPr="008A585A" w:rsidRDefault="00E13137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>Rodzina a radzenie sobie z niepełnosprawnością</w:t>
            </w:r>
          </w:p>
        </w:tc>
      </w:tr>
      <w:tr w:rsidR="006F3012" w:rsidRPr="008A585A" w14:paraId="2BF3BEC2" w14:textId="77777777" w:rsidTr="00C3359A">
        <w:tc>
          <w:tcPr>
            <w:tcW w:w="9520" w:type="dxa"/>
          </w:tcPr>
          <w:p w14:paraId="1F7022CC" w14:textId="70244A25" w:rsidR="006F3012" w:rsidRPr="008A585A" w:rsidRDefault="006F3012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>Wczesne wspomaganie rozwoju dziecka z niepełnosprawnością a współpraca z rodziną</w:t>
            </w:r>
          </w:p>
        </w:tc>
      </w:tr>
      <w:tr w:rsidR="00D512BF" w:rsidRPr="008A585A" w14:paraId="1D5F6502" w14:textId="77777777" w:rsidTr="00C3359A">
        <w:tc>
          <w:tcPr>
            <w:tcW w:w="9520" w:type="dxa"/>
          </w:tcPr>
          <w:p w14:paraId="1CEF24B1" w14:textId="2B6DA6C2" w:rsidR="00D512BF" w:rsidRPr="008A585A" w:rsidRDefault="00D512BF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>Czynniki psycho</w:t>
            </w:r>
            <w:r w:rsidR="006F3012" w:rsidRPr="008A585A">
              <w:rPr>
                <w:rFonts w:ascii="Times New Roman" w:hAnsi="Times New Roman"/>
                <w:sz w:val="24"/>
                <w:szCs w:val="24"/>
              </w:rPr>
              <w:t>społeczne</w:t>
            </w:r>
            <w:r w:rsidRPr="008A585A">
              <w:rPr>
                <w:rFonts w:ascii="Times New Roman" w:hAnsi="Times New Roman"/>
                <w:sz w:val="24"/>
                <w:szCs w:val="24"/>
              </w:rPr>
              <w:t xml:space="preserve"> utrudniające efektywną rewalidację</w:t>
            </w:r>
          </w:p>
        </w:tc>
      </w:tr>
      <w:tr w:rsidR="00C3359A" w:rsidRPr="008A585A" w14:paraId="3622A9A4" w14:textId="77777777" w:rsidTr="00C3359A">
        <w:tc>
          <w:tcPr>
            <w:tcW w:w="9520" w:type="dxa"/>
          </w:tcPr>
          <w:p w14:paraId="185CAB41" w14:textId="7CCEEE18" w:rsidR="00C3359A" w:rsidRPr="008A585A" w:rsidRDefault="00E13137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>Osobowość a efektywność rewalidacji</w:t>
            </w:r>
          </w:p>
        </w:tc>
      </w:tr>
    </w:tbl>
    <w:p w14:paraId="2035F680" w14:textId="77777777" w:rsidR="0085747A" w:rsidRPr="008A585A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1712B7" w14:textId="5A4B3B8E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F69C3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2F69C3">
        <w:rPr>
          <w:rFonts w:ascii="Times New Roman" w:hAnsi="Times New Roman"/>
          <w:sz w:val="24"/>
          <w:szCs w:val="24"/>
        </w:rPr>
        <w:t xml:space="preserve">, </w:t>
      </w:r>
      <w:r w:rsidRPr="002F69C3">
        <w:rPr>
          <w:rFonts w:ascii="Times New Roman" w:hAnsi="Times New Roman"/>
          <w:sz w:val="24"/>
          <w:szCs w:val="24"/>
        </w:rPr>
        <w:t xml:space="preserve">zajęć praktycznych </w:t>
      </w:r>
    </w:p>
    <w:p w14:paraId="1338AD0D" w14:textId="77777777" w:rsidR="002F69C3" w:rsidRPr="002F69C3" w:rsidRDefault="002F69C3" w:rsidP="002F69C3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A585A" w14:paraId="294B5480" w14:textId="77777777" w:rsidTr="00C3359A">
        <w:tc>
          <w:tcPr>
            <w:tcW w:w="9520" w:type="dxa"/>
          </w:tcPr>
          <w:p w14:paraId="4D35F02A" w14:textId="77777777" w:rsidR="0085747A" w:rsidRPr="008A585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85A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3359A" w:rsidRPr="008A585A" w14:paraId="68418360" w14:textId="77777777" w:rsidTr="00C3359A">
        <w:tc>
          <w:tcPr>
            <w:tcW w:w="9520" w:type="dxa"/>
          </w:tcPr>
          <w:p w14:paraId="49F572CA" w14:textId="72D43786" w:rsidR="00C3359A" w:rsidRPr="008A585A" w:rsidRDefault="00E13137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 xml:space="preserve">Specyfika niepełnosprawności a motywacja do </w:t>
            </w:r>
            <w:r w:rsidR="00D512BF" w:rsidRPr="008A585A">
              <w:rPr>
                <w:rFonts w:ascii="Times New Roman" w:hAnsi="Times New Roman"/>
                <w:sz w:val="24"/>
                <w:szCs w:val="24"/>
              </w:rPr>
              <w:t>zmian</w:t>
            </w:r>
          </w:p>
        </w:tc>
      </w:tr>
      <w:tr w:rsidR="00D512BF" w:rsidRPr="008A585A" w14:paraId="6F0271EF" w14:textId="77777777" w:rsidTr="00C3359A">
        <w:tc>
          <w:tcPr>
            <w:tcW w:w="9520" w:type="dxa"/>
          </w:tcPr>
          <w:p w14:paraId="5E5E9EE4" w14:textId="358878E6" w:rsidR="00D512BF" w:rsidRPr="008A585A" w:rsidRDefault="00D512BF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>Rola środowiska rodzinnego w przełamywaniu trudności związanych z niepełnosprawnością</w:t>
            </w:r>
            <w:r w:rsidR="00095AB1" w:rsidRPr="008A585A">
              <w:rPr>
                <w:rFonts w:ascii="Times New Roman" w:hAnsi="Times New Roman"/>
                <w:sz w:val="24"/>
                <w:szCs w:val="24"/>
              </w:rPr>
              <w:t>. Formy wsparcia psychologicznego systemów rodzinnych z osobą niepełnosprawną</w:t>
            </w:r>
          </w:p>
        </w:tc>
      </w:tr>
      <w:tr w:rsidR="00C3359A" w:rsidRPr="008A585A" w14:paraId="32A9A69A" w14:textId="77777777" w:rsidTr="00C3359A">
        <w:tc>
          <w:tcPr>
            <w:tcW w:w="9520" w:type="dxa"/>
          </w:tcPr>
          <w:p w14:paraId="576401E6" w14:textId="499AF667" w:rsidR="00C3359A" w:rsidRPr="008A585A" w:rsidRDefault="00D512BF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>Specyfika oddziaływań terapeutycznych a problemy psychologiczne osób z niepełnosprawnością</w:t>
            </w:r>
            <w:r w:rsidR="00095AB1" w:rsidRPr="008A585A">
              <w:rPr>
                <w:rFonts w:ascii="Times New Roman" w:hAnsi="Times New Roman"/>
                <w:sz w:val="24"/>
                <w:szCs w:val="24"/>
              </w:rPr>
              <w:t>. Radzenie sobie z odrzuceniem</w:t>
            </w:r>
          </w:p>
        </w:tc>
      </w:tr>
      <w:tr w:rsidR="00E90794" w:rsidRPr="008A585A" w14:paraId="42C1B48D" w14:textId="77777777" w:rsidTr="00C3359A">
        <w:tc>
          <w:tcPr>
            <w:tcW w:w="9520" w:type="dxa"/>
          </w:tcPr>
          <w:p w14:paraId="4BC43F6A" w14:textId="49480229" w:rsidR="00E90794" w:rsidRPr="008A585A" w:rsidRDefault="00E90794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>Budowanie tożsamości przez osoby z niepełnosprawnością</w:t>
            </w:r>
          </w:p>
        </w:tc>
      </w:tr>
      <w:tr w:rsidR="005A6541" w:rsidRPr="008A585A" w14:paraId="1BEF2E0E" w14:textId="77777777" w:rsidTr="00C3359A">
        <w:tc>
          <w:tcPr>
            <w:tcW w:w="9520" w:type="dxa"/>
          </w:tcPr>
          <w:p w14:paraId="620604B3" w14:textId="1AD97B85" w:rsidR="005A6541" w:rsidRPr="008A585A" w:rsidRDefault="005A6541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>Role społeczne a specyfika niepełnosprawności. Przekraczanie barier psychologicznych</w:t>
            </w:r>
          </w:p>
        </w:tc>
      </w:tr>
      <w:tr w:rsidR="00C3359A" w:rsidRPr="008A585A" w14:paraId="1F5DE333" w14:textId="77777777" w:rsidTr="00C3359A">
        <w:tc>
          <w:tcPr>
            <w:tcW w:w="9520" w:type="dxa"/>
          </w:tcPr>
          <w:p w14:paraId="3706EA79" w14:textId="16FE0E9C" w:rsidR="00C3359A" w:rsidRPr="008A585A" w:rsidRDefault="005A6541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>Psychologiczne problemy aktywizacji zawodowej</w:t>
            </w:r>
          </w:p>
        </w:tc>
      </w:tr>
    </w:tbl>
    <w:p w14:paraId="316937D0" w14:textId="77777777" w:rsidR="0085747A" w:rsidRPr="008A585A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2C8F068C" w14:textId="77777777" w:rsidR="0085747A" w:rsidRPr="008A585A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8A585A">
        <w:rPr>
          <w:smallCaps w:val="0"/>
          <w:szCs w:val="24"/>
        </w:rPr>
        <w:t>3.4 Metody dydaktyczne</w:t>
      </w:r>
      <w:r w:rsidRPr="008A585A">
        <w:rPr>
          <w:b w:val="0"/>
          <w:smallCaps w:val="0"/>
          <w:szCs w:val="24"/>
        </w:rPr>
        <w:t xml:space="preserve"> </w:t>
      </w:r>
    </w:p>
    <w:p w14:paraId="20EEBBCF" w14:textId="64855198" w:rsidR="00C3359A" w:rsidRPr="008A585A" w:rsidRDefault="00C3359A" w:rsidP="00C3359A">
      <w:pPr>
        <w:pStyle w:val="Punktygwne"/>
        <w:spacing w:after="0"/>
        <w:jc w:val="both"/>
        <w:rPr>
          <w:b w:val="0"/>
          <w:iCs/>
          <w:smallCaps w:val="0"/>
          <w:szCs w:val="24"/>
        </w:rPr>
      </w:pPr>
      <w:r w:rsidRPr="008A585A">
        <w:rPr>
          <w:b w:val="0"/>
          <w:iCs/>
          <w:smallCaps w:val="0"/>
          <w:szCs w:val="24"/>
        </w:rPr>
        <w:t>Wykład: wykład problemowy, wykład z prezentacją multimedialną.</w:t>
      </w:r>
    </w:p>
    <w:p w14:paraId="6C464EF8" w14:textId="01A7BAF0" w:rsidR="0085747A" w:rsidRPr="008A585A" w:rsidRDefault="00C3359A" w:rsidP="00C3359A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8A585A">
        <w:rPr>
          <w:b w:val="0"/>
          <w:iCs/>
          <w:smallCaps w:val="0"/>
          <w:szCs w:val="24"/>
        </w:rPr>
        <w:t>Ćwiczenia: analiza tekstów z dyskusją, praca w grupach (studium przypadku, dyskusja, burza mózgów).</w:t>
      </w:r>
    </w:p>
    <w:p w14:paraId="19053A9C" w14:textId="77777777" w:rsidR="00C3359A" w:rsidRPr="008A585A" w:rsidRDefault="00C3359A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45643A9" w14:textId="77777777" w:rsidR="0085747A" w:rsidRPr="008A585A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8A585A">
        <w:rPr>
          <w:smallCaps w:val="0"/>
          <w:szCs w:val="24"/>
        </w:rPr>
        <w:t xml:space="preserve">4. </w:t>
      </w:r>
      <w:r w:rsidR="0085747A" w:rsidRPr="008A585A">
        <w:rPr>
          <w:smallCaps w:val="0"/>
          <w:szCs w:val="24"/>
        </w:rPr>
        <w:t>METODY I KRYTERIA OCENY</w:t>
      </w:r>
      <w:r w:rsidR="009F4610" w:rsidRPr="008A585A">
        <w:rPr>
          <w:smallCaps w:val="0"/>
          <w:szCs w:val="24"/>
        </w:rPr>
        <w:t xml:space="preserve"> </w:t>
      </w:r>
    </w:p>
    <w:p w14:paraId="6C6E783E" w14:textId="77777777" w:rsidR="00923D7D" w:rsidRPr="008A585A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6507D829" w14:textId="77777777" w:rsidR="0085747A" w:rsidRPr="008A585A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8A585A">
        <w:rPr>
          <w:smallCaps w:val="0"/>
          <w:szCs w:val="24"/>
        </w:rPr>
        <w:t xml:space="preserve">4.1 Sposoby weryfikacji efektów </w:t>
      </w:r>
      <w:r w:rsidR="00C05F44" w:rsidRPr="008A585A">
        <w:rPr>
          <w:smallCaps w:val="0"/>
          <w:szCs w:val="24"/>
        </w:rPr>
        <w:t>uczenia się</w:t>
      </w:r>
    </w:p>
    <w:p w14:paraId="78FC7DA0" w14:textId="77777777" w:rsidR="0085747A" w:rsidRPr="008A585A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5816"/>
        <w:gridCol w:w="2116"/>
      </w:tblGrid>
      <w:tr w:rsidR="0085747A" w:rsidRPr="008A585A" w14:paraId="65561D8D" w14:textId="77777777" w:rsidTr="00DA0EDF">
        <w:tc>
          <w:tcPr>
            <w:tcW w:w="1588" w:type="dxa"/>
            <w:vAlign w:val="center"/>
          </w:tcPr>
          <w:p w14:paraId="096C5013" w14:textId="77777777" w:rsidR="0085747A" w:rsidRPr="008A585A" w:rsidRDefault="0071620A" w:rsidP="00DA0ED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85A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6" w:type="dxa"/>
            <w:vAlign w:val="center"/>
          </w:tcPr>
          <w:p w14:paraId="1B48A094" w14:textId="4CB5D6D7" w:rsidR="0085747A" w:rsidRPr="008A585A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8A585A">
              <w:rPr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2F69C3">
              <w:rPr>
                <w:b w:val="0"/>
                <w:smallCaps w:val="0"/>
                <w:color w:val="000000"/>
                <w:szCs w:val="24"/>
              </w:rPr>
              <w:t>ę</w:t>
            </w:r>
          </w:p>
          <w:p w14:paraId="4C44FFAB" w14:textId="77777777" w:rsidR="0085747A" w:rsidRPr="008A585A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85A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8A585A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0E111BEA" w14:textId="77777777" w:rsidR="00923D7D" w:rsidRPr="008A585A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85A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41689CDA" w14:textId="1E366ADA" w:rsidR="0085747A" w:rsidRPr="008A585A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85A">
              <w:rPr>
                <w:b w:val="0"/>
                <w:smallCaps w:val="0"/>
                <w:szCs w:val="24"/>
              </w:rPr>
              <w:t>(w, ćw)</w:t>
            </w:r>
          </w:p>
        </w:tc>
      </w:tr>
      <w:tr w:rsidR="0085747A" w:rsidRPr="008A585A" w14:paraId="4BB23A1B" w14:textId="77777777" w:rsidTr="00DA0EDF">
        <w:tc>
          <w:tcPr>
            <w:tcW w:w="1588" w:type="dxa"/>
          </w:tcPr>
          <w:p w14:paraId="33B89991" w14:textId="0F9A7E34" w:rsidR="0085747A" w:rsidRPr="008A585A" w:rsidRDefault="008A585A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8A585A">
              <w:rPr>
                <w:b w:val="0"/>
                <w:szCs w:val="24"/>
              </w:rPr>
              <w:t xml:space="preserve">EK </w:t>
            </w:r>
            <w:r w:rsidR="0085747A" w:rsidRPr="008A585A">
              <w:rPr>
                <w:b w:val="0"/>
                <w:szCs w:val="24"/>
              </w:rPr>
              <w:t xml:space="preserve">_ 01 </w:t>
            </w:r>
          </w:p>
        </w:tc>
        <w:tc>
          <w:tcPr>
            <w:tcW w:w="5816" w:type="dxa"/>
          </w:tcPr>
          <w:p w14:paraId="4BE8265E" w14:textId="0CEC7E42" w:rsidR="0085747A" w:rsidRPr="008A585A" w:rsidRDefault="008A585A" w:rsidP="008A585A">
            <w:pPr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>kolokwium</w:t>
            </w:r>
          </w:p>
        </w:tc>
        <w:tc>
          <w:tcPr>
            <w:tcW w:w="2116" w:type="dxa"/>
          </w:tcPr>
          <w:p w14:paraId="2414C40F" w14:textId="04A471AC" w:rsidR="0085747A" w:rsidRPr="002F69C3" w:rsidRDefault="00087E43" w:rsidP="002F6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9C3">
              <w:rPr>
                <w:rFonts w:ascii="Times New Roman" w:hAnsi="Times New Roman"/>
                <w:sz w:val="24"/>
                <w:szCs w:val="24"/>
              </w:rPr>
              <w:t>w</w:t>
            </w:r>
            <w:r w:rsidR="005A6541" w:rsidRPr="002F69C3">
              <w:rPr>
                <w:rFonts w:ascii="Times New Roman" w:hAnsi="Times New Roman"/>
                <w:sz w:val="24"/>
                <w:szCs w:val="24"/>
              </w:rPr>
              <w:t>, ćw</w:t>
            </w:r>
          </w:p>
        </w:tc>
      </w:tr>
      <w:tr w:rsidR="0085747A" w:rsidRPr="008A585A" w14:paraId="4766CFA6" w14:textId="77777777" w:rsidTr="00DA0EDF">
        <w:tc>
          <w:tcPr>
            <w:tcW w:w="1588" w:type="dxa"/>
          </w:tcPr>
          <w:p w14:paraId="0F6C02AA" w14:textId="2D381198" w:rsidR="0085747A" w:rsidRPr="008A585A" w:rsidRDefault="008A585A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8A585A">
              <w:rPr>
                <w:b w:val="0"/>
                <w:szCs w:val="24"/>
              </w:rPr>
              <w:t xml:space="preserve">EK </w:t>
            </w:r>
            <w:r w:rsidR="0085747A" w:rsidRPr="008A585A">
              <w:rPr>
                <w:b w:val="0"/>
                <w:szCs w:val="24"/>
              </w:rPr>
              <w:t>_ 02</w:t>
            </w:r>
          </w:p>
        </w:tc>
        <w:tc>
          <w:tcPr>
            <w:tcW w:w="5816" w:type="dxa"/>
          </w:tcPr>
          <w:p w14:paraId="3DAEF9F7" w14:textId="0DB139F8" w:rsidR="0085747A" w:rsidRPr="008A585A" w:rsidRDefault="008A585A" w:rsidP="008A585A">
            <w:pPr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>kolokwium</w:t>
            </w:r>
          </w:p>
        </w:tc>
        <w:tc>
          <w:tcPr>
            <w:tcW w:w="2116" w:type="dxa"/>
          </w:tcPr>
          <w:p w14:paraId="7CB85A22" w14:textId="7421541E" w:rsidR="0085747A" w:rsidRPr="002F69C3" w:rsidRDefault="00087E43" w:rsidP="002F6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9C3">
              <w:rPr>
                <w:rFonts w:ascii="Times New Roman" w:hAnsi="Times New Roman"/>
                <w:sz w:val="24"/>
                <w:szCs w:val="24"/>
              </w:rPr>
              <w:t>w</w:t>
            </w:r>
            <w:r w:rsidR="005A6541" w:rsidRPr="002F69C3">
              <w:rPr>
                <w:rFonts w:ascii="Times New Roman" w:hAnsi="Times New Roman"/>
                <w:sz w:val="24"/>
                <w:szCs w:val="24"/>
              </w:rPr>
              <w:t>, ćw</w:t>
            </w:r>
          </w:p>
        </w:tc>
      </w:tr>
      <w:tr w:rsidR="008E0744" w:rsidRPr="008A585A" w14:paraId="78A987F7" w14:textId="77777777" w:rsidTr="00DA0EDF">
        <w:tc>
          <w:tcPr>
            <w:tcW w:w="1588" w:type="dxa"/>
          </w:tcPr>
          <w:p w14:paraId="3F78430C" w14:textId="787EE349" w:rsidR="008E0744" w:rsidRPr="008A585A" w:rsidRDefault="008E0744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8A585A">
              <w:rPr>
                <w:b w:val="0"/>
                <w:szCs w:val="24"/>
              </w:rPr>
              <w:t>EK_03</w:t>
            </w:r>
          </w:p>
        </w:tc>
        <w:tc>
          <w:tcPr>
            <w:tcW w:w="5816" w:type="dxa"/>
          </w:tcPr>
          <w:p w14:paraId="03B0E7EC" w14:textId="30C14381" w:rsidR="008E0744" w:rsidRPr="008A585A" w:rsidRDefault="008E0744" w:rsidP="008A585A">
            <w:pPr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>kolokwium</w:t>
            </w:r>
          </w:p>
        </w:tc>
        <w:tc>
          <w:tcPr>
            <w:tcW w:w="2116" w:type="dxa"/>
          </w:tcPr>
          <w:p w14:paraId="34BE03EE" w14:textId="0AF9CFAD" w:rsidR="008E0744" w:rsidRPr="002F69C3" w:rsidRDefault="008E0744" w:rsidP="002F6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9C3">
              <w:rPr>
                <w:rFonts w:ascii="Times New Roman" w:hAnsi="Times New Roman"/>
                <w:sz w:val="24"/>
                <w:szCs w:val="24"/>
              </w:rPr>
              <w:t>w, ćw</w:t>
            </w:r>
          </w:p>
        </w:tc>
      </w:tr>
      <w:tr w:rsidR="008E0744" w:rsidRPr="008A585A" w14:paraId="5AC3B152" w14:textId="77777777" w:rsidTr="00DA0EDF">
        <w:tc>
          <w:tcPr>
            <w:tcW w:w="1588" w:type="dxa"/>
          </w:tcPr>
          <w:p w14:paraId="7A4F065B" w14:textId="587C8DDC" w:rsidR="008E0744" w:rsidRPr="008A585A" w:rsidRDefault="008E0744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8A585A">
              <w:rPr>
                <w:b w:val="0"/>
                <w:szCs w:val="24"/>
              </w:rPr>
              <w:t>EK_04</w:t>
            </w:r>
          </w:p>
        </w:tc>
        <w:tc>
          <w:tcPr>
            <w:tcW w:w="5816" w:type="dxa"/>
          </w:tcPr>
          <w:p w14:paraId="44B3D981" w14:textId="014766B0" w:rsidR="008E0744" w:rsidRPr="008A585A" w:rsidRDefault="008E0744" w:rsidP="008A585A">
            <w:pPr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>kolokwium</w:t>
            </w:r>
          </w:p>
        </w:tc>
        <w:tc>
          <w:tcPr>
            <w:tcW w:w="2116" w:type="dxa"/>
          </w:tcPr>
          <w:p w14:paraId="42ABFADC" w14:textId="2CA0D409" w:rsidR="008E0744" w:rsidRPr="002F69C3" w:rsidRDefault="008E0744" w:rsidP="002F6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9C3">
              <w:rPr>
                <w:rFonts w:ascii="Times New Roman" w:hAnsi="Times New Roman"/>
                <w:sz w:val="24"/>
                <w:szCs w:val="24"/>
              </w:rPr>
              <w:t>w, ćw</w:t>
            </w:r>
          </w:p>
        </w:tc>
      </w:tr>
      <w:tr w:rsidR="00A319E0" w:rsidRPr="008A585A" w14:paraId="43B91C61" w14:textId="77777777" w:rsidTr="00DA0EDF">
        <w:tc>
          <w:tcPr>
            <w:tcW w:w="1588" w:type="dxa"/>
          </w:tcPr>
          <w:p w14:paraId="572D0A88" w14:textId="79A31564" w:rsidR="00A319E0" w:rsidRPr="008A585A" w:rsidRDefault="008E0744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8A585A">
              <w:rPr>
                <w:b w:val="0"/>
                <w:szCs w:val="24"/>
              </w:rPr>
              <w:t>EK_05</w:t>
            </w:r>
          </w:p>
        </w:tc>
        <w:tc>
          <w:tcPr>
            <w:tcW w:w="5816" w:type="dxa"/>
          </w:tcPr>
          <w:p w14:paraId="75F9F1C6" w14:textId="625DE3CE" w:rsidR="00A319E0" w:rsidRPr="008A585A" w:rsidRDefault="008A585A" w:rsidP="008A585A">
            <w:pPr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>praca pisemna</w:t>
            </w:r>
            <w:r w:rsidR="00861781" w:rsidRPr="00C30B32">
              <w:t xml:space="preserve">  </w:t>
            </w:r>
            <w:r w:rsidR="00861781" w:rsidRPr="008E0744">
              <w:rPr>
                <w:rFonts w:ascii="Times New Roman" w:hAnsi="Times New Roman"/>
                <w:sz w:val="24"/>
                <w:szCs w:val="24"/>
              </w:rPr>
              <w:t>nt. „</w:t>
            </w:r>
            <w:r w:rsidR="001D31FF">
              <w:rPr>
                <w:rFonts w:ascii="Times New Roman" w:hAnsi="Times New Roman"/>
                <w:sz w:val="24"/>
                <w:szCs w:val="24"/>
              </w:rPr>
              <w:t>Opracowanie i p</w:t>
            </w:r>
            <w:r w:rsidR="00861781" w:rsidRPr="008E0744">
              <w:rPr>
                <w:rFonts w:ascii="Times New Roman" w:hAnsi="Times New Roman"/>
                <w:sz w:val="24"/>
                <w:szCs w:val="24"/>
              </w:rPr>
              <w:t>rzeprowadzenie wywiadu z osobą a niepełnosprawnością  na temat czynników utrudniających efektywną rehabilitację”</w:t>
            </w:r>
            <w:r w:rsidRPr="008A585A">
              <w:rPr>
                <w:rFonts w:ascii="Times New Roman" w:hAnsi="Times New Roman"/>
                <w:sz w:val="24"/>
                <w:szCs w:val="24"/>
              </w:rPr>
              <w:t>, obserwacja i wypowiedzi podczas zajęć</w:t>
            </w:r>
          </w:p>
        </w:tc>
        <w:tc>
          <w:tcPr>
            <w:tcW w:w="2116" w:type="dxa"/>
          </w:tcPr>
          <w:p w14:paraId="10BD2820" w14:textId="06CABF3D" w:rsidR="00A319E0" w:rsidRPr="002F69C3" w:rsidRDefault="00087E43" w:rsidP="002F6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9C3">
              <w:rPr>
                <w:rFonts w:ascii="Times New Roman" w:hAnsi="Times New Roman"/>
                <w:sz w:val="24"/>
                <w:szCs w:val="24"/>
              </w:rPr>
              <w:t>ćw</w:t>
            </w:r>
          </w:p>
        </w:tc>
      </w:tr>
      <w:tr w:rsidR="005A6541" w:rsidRPr="008A585A" w14:paraId="6C271742" w14:textId="77777777" w:rsidTr="00DA0EDF">
        <w:tc>
          <w:tcPr>
            <w:tcW w:w="1588" w:type="dxa"/>
          </w:tcPr>
          <w:p w14:paraId="2C7528A7" w14:textId="3963D6E3" w:rsidR="005A6541" w:rsidRPr="008A585A" w:rsidRDefault="008E0744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8A585A">
              <w:rPr>
                <w:b w:val="0"/>
                <w:szCs w:val="24"/>
              </w:rPr>
              <w:t>EK_06</w:t>
            </w:r>
          </w:p>
        </w:tc>
        <w:tc>
          <w:tcPr>
            <w:tcW w:w="5816" w:type="dxa"/>
          </w:tcPr>
          <w:p w14:paraId="25A56C68" w14:textId="71C6D894" w:rsidR="005A6541" w:rsidRPr="008A585A" w:rsidRDefault="008A585A" w:rsidP="008A585A">
            <w:pPr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>praca pisemna</w:t>
            </w:r>
            <w:r w:rsidR="008E0744">
              <w:rPr>
                <w:rFonts w:ascii="Times New Roman" w:hAnsi="Times New Roman"/>
                <w:sz w:val="24"/>
                <w:szCs w:val="24"/>
              </w:rPr>
              <w:t xml:space="preserve"> („</w:t>
            </w:r>
            <w:r w:rsidR="001D31FF">
              <w:rPr>
                <w:rFonts w:ascii="Times New Roman" w:hAnsi="Times New Roman"/>
                <w:sz w:val="24"/>
                <w:szCs w:val="24"/>
              </w:rPr>
              <w:t>Opracowanie i p</w:t>
            </w:r>
            <w:r w:rsidR="008E0744">
              <w:rPr>
                <w:rFonts w:ascii="Times New Roman" w:hAnsi="Times New Roman"/>
                <w:sz w:val="24"/>
                <w:szCs w:val="24"/>
              </w:rPr>
              <w:t>rzeprowadzenie wywiadu… j.w.)</w:t>
            </w:r>
            <w:r w:rsidRPr="008A585A">
              <w:rPr>
                <w:rFonts w:ascii="Times New Roman" w:hAnsi="Times New Roman"/>
                <w:sz w:val="24"/>
                <w:szCs w:val="24"/>
              </w:rPr>
              <w:t>, obserwacja i wypowiedzi podczas zajęć</w:t>
            </w:r>
          </w:p>
        </w:tc>
        <w:tc>
          <w:tcPr>
            <w:tcW w:w="2116" w:type="dxa"/>
          </w:tcPr>
          <w:p w14:paraId="563C8E2C" w14:textId="559C4E08" w:rsidR="005A6541" w:rsidRPr="002F69C3" w:rsidRDefault="00041F6E" w:rsidP="002F6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9C3">
              <w:rPr>
                <w:rFonts w:ascii="Times New Roman" w:hAnsi="Times New Roman"/>
                <w:sz w:val="24"/>
                <w:szCs w:val="24"/>
              </w:rPr>
              <w:t>ćw</w:t>
            </w:r>
          </w:p>
        </w:tc>
      </w:tr>
      <w:tr w:rsidR="005A6541" w:rsidRPr="008A585A" w14:paraId="70867663" w14:textId="77777777" w:rsidTr="00DA0EDF">
        <w:tc>
          <w:tcPr>
            <w:tcW w:w="1588" w:type="dxa"/>
          </w:tcPr>
          <w:p w14:paraId="6F6CB296" w14:textId="4DBD7502" w:rsidR="005A6541" w:rsidRPr="008A585A" w:rsidRDefault="008E0744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8A585A">
              <w:rPr>
                <w:b w:val="0"/>
                <w:szCs w:val="24"/>
              </w:rPr>
              <w:t>EK_0</w:t>
            </w:r>
            <w:r>
              <w:rPr>
                <w:b w:val="0"/>
                <w:szCs w:val="24"/>
              </w:rPr>
              <w:t>7</w:t>
            </w:r>
          </w:p>
        </w:tc>
        <w:tc>
          <w:tcPr>
            <w:tcW w:w="5816" w:type="dxa"/>
          </w:tcPr>
          <w:p w14:paraId="380C15C9" w14:textId="115EC634" w:rsidR="005A6541" w:rsidRPr="008A585A" w:rsidRDefault="008A585A" w:rsidP="008A585A">
            <w:pPr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>praca pisemna</w:t>
            </w:r>
            <w:r w:rsidR="008E0744">
              <w:rPr>
                <w:rFonts w:ascii="Times New Roman" w:hAnsi="Times New Roman"/>
                <w:sz w:val="24"/>
                <w:szCs w:val="24"/>
              </w:rPr>
              <w:t xml:space="preserve"> („</w:t>
            </w:r>
            <w:r w:rsidR="001D31FF">
              <w:rPr>
                <w:rFonts w:ascii="Times New Roman" w:hAnsi="Times New Roman"/>
                <w:sz w:val="24"/>
                <w:szCs w:val="24"/>
              </w:rPr>
              <w:t>Opracowanie i p</w:t>
            </w:r>
            <w:r w:rsidR="008E0744">
              <w:rPr>
                <w:rFonts w:ascii="Times New Roman" w:hAnsi="Times New Roman"/>
                <w:sz w:val="24"/>
                <w:szCs w:val="24"/>
              </w:rPr>
              <w:t>rzeprowadzenie wywiadu…j.w.)</w:t>
            </w:r>
            <w:r w:rsidRPr="008A585A">
              <w:rPr>
                <w:rFonts w:ascii="Times New Roman" w:hAnsi="Times New Roman"/>
                <w:sz w:val="24"/>
                <w:szCs w:val="24"/>
              </w:rPr>
              <w:t>, obserwacja i wypowiedzi podczas zajęć</w:t>
            </w:r>
          </w:p>
        </w:tc>
        <w:tc>
          <w:tcPr>
            <w:tcW w:w="2116" w:type="dxa"/>
          </w:tcPr>
          <w:p w14:paraId="42AC8C12" w14:textId="686A6F2E" w:rsidR="005A6541" w:rsidRPr="002F69C3" w:rsidRDefault="00041F6E" w:rsidP="002F6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9C3">
              <w:rPr>
                <w:rFonts w:ascii="Times New Roman" w:hAnsi="Times New Roman"/>
                <w:sz w:val="24"/>
                <w:szCs w:val="24"/>
              </w:rPr>
              <w:t>ćw</w:t>
            </w:r>
          </w:p>
        </w:tc>
      </w:tr>
      <w:tr w:rsidR="00087E43" w:rsidRPr="008A585A" w14:paraId="0386779E" w14:textId="77777777" w:rsidTr="00DA0EDF">
        <w:tc>
          <w:tcPr>
            <w:tcW w:w="1588" w:type="dxa"/>
          </w:tcPr>
          <w:p w14:paraId="71862C8E" w14:textId="17B1EBB6" w:rsidR="00087E43" w:rsidRPr="008A585A" w:rsidRDefault="008E0744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8A585A">
              <w:rPr>
                <w:b w:val="0"/>
                <w:szCs w:val="24"/>
              </w:rPr>
              <w:t>EK_0</w:t>
            </w:r>
            <w:r>
              <w:rPr>
                <w:b w:val="0"/>
                <w:szCs w:val="24"/>
              </w:rPr>
              <w:t>8</w:t>
            </w:r>
          </w:p>
        </w:tc>
        <w:tc>
          <w:tcPr>
            <w:tcW w:w="5816" w:type="dxa"/>
          </w:tcPr>
          <w:p w14:paraId="43684044" w14:textId="152B56ED" w:rsidR="00087E43" w:rsidRPr="008A585A" w:rsidRDefault="008A585A" w:rsidP="008A585A">
            <w:pPr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>obserwacja i wypowiedzi podczas zajęć</w:t>
            </w:r>
          </w:p>
        </w:tc>
        <w:tc>
          <w:tcPr>
            <w:tcW w:w="2116" w:type="dxa"/>
          </w:tcPr>
          <w:p w14:paraId="11765423" w14:textId="34D834E6" w:rsidR="00087E43" w:rsidRPr="002F69C3" w:rsidRDefault="00087E43" w:rsidP="002F6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9C3">
              <w:rPr>
                <w:rFonts w:ascii="Times New Roman" w:hAnsi="Times New Roman"/>
                <w:sz w:val="24"/>
                <w:szCs w:val="24"/>
              </w:rPr>
              <w:t>ćw</w:t>
            </w:r>
          </w:p>
        </w:tc>
      </w:tr>
    </w:tbl>
    <w:p w14:paraId="4E38F28A" w14:textId="77777777" w:rsidR="00923D7D" w:rsidRPr="008A585A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9BD6CCC" w14:textId="7676DE9C" w:rsidR="0085747A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8A585A">
        <w:rPr>
          <w:smallCaps w:val="0"/>
          <w:szCs w:val="24"/>
        </w:rPr>
        <w:t xml:space="preserve">4.2 </w:t>
      </w:r>
      <w:r w:rsidR="0085747A" w:rsidRPr="008A585A">
        <w:rPr>
          <w:smallCaps w:val="0"/>
          <w:szCs w:val="24"/>
        </w:rPr>
        <w:t>Warunki zaliczenia przedmiotu (kryteria oceniania)</w:t>
      </w:r>
      <w:r w:rsidR="00923D7D" w:rsidRPr="008A585A">
        <w:rPr>
          <w:smallCaps w:val="0"/>
          <w:szCs w:val="24"/>
        </w:rPr>
        <w:t xml:space="preserve"> </w:t>
      </w:r>
    </w:p>
    <w:p w14:paraId="4946EDEC" w14:textId="77777777" w:rsidR="002F69C3" w:rsidRPr="008A585A" w:rsidRDefault="002F69C3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A585A" w14:paraId="4FB4E605" w14:textId="77777777" w:rsidTr="002F69C3">
        <w:tc>
          <w:tcPr>
            <w:tcW w:w="9520" w:type="dxa"/>
          </w:tcPr>
          <w:p w14:paraId="02202676" w14:textId="7D56A020" w:rsidR="0085747A" w:rsidRDefault="00E55D0C" w:rsidP="00732EF6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r w:rsidRPr="008A585A">
              <w:rPr>
                <w:b w:val="0"/>
                <w:smallCaps w:val="0"/>
                <w:szCs w:val="24"/>
              </w:rPr>
              <w:t>Wykład</w:t>
            </w:r>
            <w:r w:rsidR="007D07BA" w:rsidRPr="008A585A">
              <w:rPr>
                <w:b w:val="0"/>
                <w:smallCaps w:val="0"/>
                <w:szCs w:val="24"/>
              </w:rPr>
              <w:t xml:space="preserve"> i </w:t>
            </w:r>
            <w:r w:rsidR="002F69C3">
              <w:rPr>
                <w:b w:val="0"/>
                <w:smallCaps w:val="0"/>
                <w:szCs w:val="24"/>
              </w:rPr>
              <w:t>ć</w:t>
            </w:r>
            <w:r w:rsidRPr="008A585A">
              <w:rPr>
                <w:b w:val="0"/>
                <w:smallCaps w:val="0"/>
                <w:szCs w:val="24"/>
              </w:rPr>
              <w:t xml:space="preserve">wiczenia: aktywność w trakcie zajęć, analiza jakościowa </w:t>
            </w:r>
            <w:r w:rsidR="00732EF6">
              <w:rPr>
                <w:b w:val="0"/>
                <w:smallCaps w:val="0"/>
                <w:szCs w:val="24"/>
              </w:rPr>
              <w:t>pracy pisemnej</w:t>
            </w:r>
            <w:r w:rsidR="008E0744">
              <w:rPr>
                <w:b w:val="0"/>
                <w:smallCaps w:val="0"/>
                <w:szCs w:val="24"/>
              </w:rPr>
              <w:t xml:space="preserve"> </w:t>
            </w:r>
            <w:r w:rsidR="008E0744">
              <w:rPr>
                <w:b w:val="0"/>
                <w:smallCaps w:val="0"/>
                <w:szCs w:val="24"/>
              </w:rPr>
              <w:lastRenderedPageBreak/>
              <w:t>(</w:t>
            </w:r>
            <w:r w:rsidR="001D31FF">
              <w:rPr>
                <w:b w:val="0"/>
                <w:smallCaps w:val="0"/>
                <w:szCs w:val="24"/>
              </w:rPr>
              <w:t xml:space="preserve">„opracowanie i </w:t>
            </w:r>
            <w:r w:rsidR="008E0744">
              <w:rPr>
                <w:b w:val="0"/>
                <w:smallCaps w:val="0"/>
                <w:szCs w:val="24"/>
              </w:rPr>
              <w:t>przeprowadzenie wywiadu</w:t>
            </w:r>
            <w:r w:rsidR="00732EF6">
              <w:rPr>
                <w:b w:val="0"/>
                <w:smallCaps w:val="0"/>
                <w:szCs w:val="24"/>
              </w:rPr>
              <w:t xml:space="preserve"> </w:t>
            </w:r>
            <w:r w:rsidR="008E0744">
              <w:rPr>
                <w:b w:val="0"/>
                <w:smallCaps w:val="0"/>
                <w:szCs w:val="24"/>
              </w:rPr>
              <w:t xml:space="preserve">z osobą z niepełnosprawnością na temat czynników </w:t>
            </w:r>
            <w:r w:rsidR="001D31FF">
              <w:rPr>
                <w:b w:val="0"/>
                <w:smallCaps w:val="0"/>
                <w:szCs w:val="24"/>
              </w:rPr>
              <w:t xml:space="preserve">utrudniających efektywną rehabilitację” </w:t>
            </w:r>
            <w:r w:rsidR="00732EF6">
              <w:rPr>
                <w:b w:val="0"/>
                <w:smallCaps w:val="0"/>
                <w:szCs w:val="24"/>
              </w:rPr>
              <w:t xml:space="preserve">oraz </w:t>
            </w:r>
            <w:r w:rsidRPr="008A585A">
              <w:rPr>
                <w:b w:val="0"/>
                <w:smallCaps w:val="0"/>
                <w:szCs w:val="24"/>
              </w:rPr>
              <w:t xml:space="preserve"> </w:t>
            </w:r>
            <w:r w:rsidR="00732EF6">
              <w:rPr>
                <w:b w:val="0"/>
                <w:smallCaps w:val="0"/>
                <w:szCs w:val="24"/>
              </w:rPr>
              <w:t>kolokwium zaliczeniowe</w:t>
            </w:r>
          </w:p>
          <w:p w14:paraId="267028DA" w14:textId="5B4C793F" w:rsidR="00222CCA" w:rsidRDefault="00222CCA" w:rsidP="00732EF6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 wg skali:</w:t>
            </w:r>
          </w:p>
          <w:p w14:paraId="37DBFE94" w14:textId="77777777" w:rsidR="00222CCA" w:rsidRPr="00334938" w:rsidRDefault="00222CCA" w:rsidP="00222CC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5.0 – wykazuje znajomość treści kształcenia na poziomie 93%-100% (znakomita wiedza) </w:t>
            </w:r>
          </w:p>
          <w:p w14:paraId="0DC233E8" w14:textId="77777777" w:rsidR="00222CCA" w:rsidRPr="00334938" w:rsidRDefault="00222CCA" w:rsidP="00222CC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4.5 – wykazuje znajomość treści kształcenia na poziomie 85%-92% (bardzo dobry poziom wiedzy </w:t>
            </w:r>
          </w:p>
          <w:p w14:paraId="6E4E1156" w14:textId="77777777" w:rsidR="00222CCA" w:rsidRPr="00334938" w:rsidRDefault="00222CCA" w:rsidP="00222CC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drobnymi błędami) </w:t>
            </w:r>
          </w:p>
          <w:p w14:paraId="43FC0A13" w14:textId="77777777" w:rsidR="00222CCA" w:rsidRPr="00334938" w:rsidRDefault="00222CCA" w:rsidP="00222CC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4.0 – wykazuje znajomość treści kształcenia na poziomie 77-84% (dobry poziom wiedzy, z pewnymi </w:t>
            </w:r>
          </w:p>
          <w:p w14:paraId="371B623B" w14:textId="77777777" w:rsidR="00222CCA" w:rsidRPr="00334938" w:rsidRDefault="00222CCA" w:rsidP="00222CC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niedociągnięciami) </w:t>
            </w:r>
          </w:p>
          <w:p w14:paraId="3094376B" w14:textId="77777777" w:rsidR="00222CCA" w:rsidRPr="00334938" w:rsidRDefault="00222CCA" w:rsidP="00222CC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411ED060" w14:textId="77777777" w:rsidR="00222CCA" w:rsidRPr="00334938" w:rsidRDefault="00222CCA" w:rsidP="00222CC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niewielką liczbą błędów) </w:t>
            </w:r>
          </w:p>
          <w:p w14:paraId="562CB7CF" w14:textId="77777777" w:rsidR="00222CCA" w:rsidRPr="00334938" w:rsidRDefault="00222CCA" w:rsidP="00222CC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3.0 – wykazuje znajomość treści kształcenia na poziomie 60%-68% (zadowalająca wiedza z licznymi </w:t>
            </w:r>
          </w:p>
          <w:p w14:paraId="0C945E3D" w14:textId="77777777" w:rsidR="00222CCA" w:rsidRPr="00334938" w:rsidRDefault="00222CCA" w:rsidP="00222CC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błędami) </w:t>
            </w:r>
          </w:p>
          <w:p w14:paraId="32EFFC10" w14:textId="77777777" w:rsidR="00222CCA" w:rsidRPr="006A2ABF" w:rsidRDefault="00222CCA" w:rsidP="00222CC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>2.0 – wykazuje znajomość treści kształcenia poniżej 60% (niezadowalająca wiedza, liczne błędy)</w:t>
            </w:r>
          </w:p>
          <w:p w14:paraId="3BA5CA9A" w14:textId="77777777" w:rsidR="00222CCA" w:rsidRDefault="00222CCA" w:rsidP="00222CC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7568C75B" w14:textId="78CA40AD" w:rsidR="00222CCA" w:rsidRPr="008A585A" w:rsidRDefault="00222CCA" w:rsidP="00DA0EDF">
            <w:pPr>
              <w:pStyle w:val="Punktygwne"/>
              <w:spacing w:before="0" w:after="0" w:line="360" w:lineRule="auto"/>
              <w:rPr>
                <w:b w:val="0"/>
                <w:smallCaps w:val="0"/>
                <w:szCs w:val="24"/>
              </w:rPr>
            </w:pPr>
          </w:p>
        </w:tc>
      </w:tr>
    </w:tbl>
    <w:p w14:paraId="149F736C" w14:textId="77777777" w:rsidR="002F69C3" w:rsidRDefault="002F69C3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14:paraId="2F897661" w14:textId="73BF8007" w:rsidR="009F4610" w:rsidRPr="008A585A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8A585A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8A585A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8F2E7F" w14:textId="77777777" w:rsidR="0085747A" w:rsidRPr="008A585A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9"/>
        <w:gridCol w:w="3821"/>
      </w:tblGrid>
      <w:tr w:rsidR="0085747A" w:rsidRPr="008A585A" w14:paraId="085F6EB5" w14:textId="77777777" w:rsidTr="002F69C3">
        <w:tc>
          <w:tcPr>
            <w:tcW w:w="5699" w:type="dxa"/>
            <w:vAlign w:val="center"/>
          </w:tcPr>
          <w:p w14:paraId="5AF78E02" w14:textId="77777777" w:rsidR="0085747A" w:rsidRPr="008A585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585A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8A585A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8A585A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3821" w:type="dxa"/>
            <w:vAlign w:val="center"/>
          </w:tcPr>
          <w:p w14:paraId="660FD4B1" w14:textId="77777777" w:rsidR="0085747A" w:rsidRPr="008A585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585A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8A585A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8A585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A585A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A585A" w14:paraId="10FA7CE6" w14:textId="77777777" w:rsidTr="002F69C3">
        <w:tc>
          <w:tcPr>
            <w:tcW w:w="5699" w:type="dxa"/>
          </w:tcPr>
          <w:p w14:paraId="5026D884" w14:textId="77777777" w:rsidR="0085747A" w:rsidRPr="008A585A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8A585A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8A585A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8A585A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8A585A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8A585A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9C1331" w:rsidRPr="008A585A">
              <w:rPr>
                <w:rFonts w:ascii="Times New Roman" w:hAnsi="Times New Roman"/>
                <w:sz w:val="24"/>
                <w:szCs w:val="24"/>
              </w:rPr>
              <w:t> </w:t>
            </w:r>
            <w:r w:rsidR="0045729E" w:rsidRPr="008A585A">
              <w:rPr>
                <w:rFonts w:ascii="Times New Roman" w:hAnsi="Times New Roman"/>
                <w:sz w:val="24"/>
                <w:szCs w:val="24"/>
              </w:rPr>
              <w:t>harmonogramu</w:t>
            </w:r>
            <w:r w:rsidR="0085747A" w:rsidRPr="008A58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585A">
              <w:rPr>
                <w:rFonts w:ascii="Times New Roman" w:hAnsi="Times New Roman"/>
                <w:sz w:val="24"/>
                <w:szCs w:val="24"/>
              </w:rPr>
              <w:t>studiów</w:t>
            </w:r>
            <w:r w:rsidR="0045729E" w:rsidRPr="008A58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21" w:type="dxa"/>
          </w:tcPr>
          <w:p w14:paraId="7D4D13B8" w14:textId="622FD7EE" w:rsidR="0085747A" w:rsidRPr="008A585A" w:rsidRDefault="007D07BA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61DC5" w:rsidRPr="008A585A" w14:paraId="2A990EB9" w14:textId="77777777" w:rsidTr="002F69C3">
        <w:tc>
          <w:tcPr>
            <w:tcW w:w="5699" w:type="dxa"/>
          </w:tcPr>
          <w:p w14:paraId="74962B30" w14:textId="77777777" w:rsidR="00C61DC5" w:rsidRPr="008A585A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8A585A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14:paraId="4003D403" w14:textId="017190E7" w:rsidR="00C61DC5" w:rsidRPr="008A585A" w:rsidRDefault="00DE7D1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>-</w:t>
            </w:r>
            <w:r w:rsidR="00C61DC5" w:rsidRPr="008A585A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3821" w:type="dxa"/>
          </w:tcPr>
          <w:p w14:paraId="50590125" w14:textId="77777777" w:rsidR="00673933" w:rsidRPr="008A585A" w:rsidRDefault="00673933" w:rsidP="0067393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E94F6E" w14:textId="7E95B54B" w:rsidR="00DE7D18" w:rsidRPr="008A585A" w:rsidRDefault="00182FB4" w:rsidP="0067393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1DC5" w:rsidRPr="008A585A" w14:paraId="442A0F9E" w14:textId="77777777" w:rsidTr="002F69C3">
        <w:tc>
          <w:tcPr>
            <w:tcW w:w="5699" w:type="dxa"/>
          </w:tcPr>
          <w:p w14:paraId="29E1C64D" w14:textId="77777777" w:rsidR="00891F94" w:rsidRPr="008A585A" w:rsidRDefault="00891F94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 xml:space="preserve">Godziny niekontaktowe – praca własna studenta: </w:t>
            </w:r>
          </w:p>
          <w:p w14:paraId="55814E37" w14:textId="77777777" w:rsidR="00891F94" w:rsidRPr="008A585A" w:rsidRDefault="00891F94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 xml:space="preserve">- przygotowanie do zajęć  </w:t>
            </w:r>
          </w:p>
          <w:p w14:paraId="5CA27071" w14:textId="77777777" w:rsidR="00891F94" w:rsidRPr="008A585A" w:rsidRDefault="00891F94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>- przygotowanie do zaliczenia</w:t>
            </w:r>
          </w:p>
          <w:p w14:paraId="3846001A" w14:textId="7D418CFB" w:rsidR="00673933" w:rsidRPr="008A585A" w:rsidRDefault="00673933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>- przygotowanie pracy pisemnej</w:t>
            </w:r>
            <w:r w:rsidR="005671D0">
              <w:rPr>
                <w:rFonts w:ascii="Times New Roman" w:hAnsi="Times New Roman"/>
                <w:sz w:val="24"/>
                <w:szCs w:val="24"/>
              </w:rPr>
              <w:t xml:space="preserve"> (opracowanie i przeprowadzenie wywiadu z osobą niepełnosprawną na temat czynników utrudniających efektywną rehabilitację)</w:t>
            </w:r>
          </w:p>
          <w:p w14:paraId="5D2F3BEF" w14:textId="7C6E495A" w:rsidR="00891F94" w:rsidRPr="008A585A" w:rsidRDefault="00891F94" w:rsidP="00891F9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</w:tcPr>
          <w:p w14:paraId="6B096A0E" w14:textId="07E9562F" w:rsidR="00C61DC5" w:rsidRPr="008A585A" w:rsidRDefault="00C61DC5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CB48876" w14:textId="77777777" w:rsidR="00891F94" w:rsidRPr="008A585A" w:rsidRDefault="00891F94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6462248" w14:textId="4F850EC9" w:rsidR="00891F94" w:rsidRPr="008A585A" w:rsidRDefault="007923F4" w:rsidP="00891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3B9DFE98" w14:textId="539763A6" w:rsidR="00891F94" w:rsidRPr="008A585A" w:rsidRDefault="007923F4" w:rsidP="00891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781B2367" w14:textId="1CB3A6FD" w:rsidR="00891F94" w:rsidRPr="008A585A" w:rsidRDefault="007923F4" w:rsidP="00DA0E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5747A" w:rsidRPr="008A585A" w14:paraId="6DB50674" w14:textId="77777777" w:rsidTr="002F69C3">
        <w:tc>
          <w:tcPr>
            <w:tcW w:w="5699" w:type="dxa"/>
          </w:tcPr>
          <w:p w14:paraId="1CA5FB24" w14:textId="77777777" w:rsidR="0085747A" w:rsidRPr="008A585A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3821" w:type="dxa"/>
          </w:tcPr>
          <w:p w14:paraId="26A04648" w14:textId="33C5F1CE" w:rsidR="0085747A" w:rsidRPr="008A585A" w:rsidRDefault="00182FB4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5747A" w:rsidRPr="008A585A" w14:paraId="3E0A8E5B" w14:textId="77777777" w:rsidTr="002F69C3">
        <w:tc>
          <w:tcPr>
            <w:tcW w:w="5699" w:type="dxa"/>
          </w:tcPr>
          <w:p w14:paraId="54C58939" w14:textId="77777777" w:rsidR="0085747A" w:rsidRPr="008A585A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A585A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821" w:type="dxa"/>
          </w:tcPr>
          <w:p w14:paraId="392E3DED" w14:textId="6C26C581" w:rsidR="0085747A" w:rsidRPr="008A585A" w:rsidRDefault="007D07BA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5402A27C" w14:textId="77777777" w:rsidR="003E1941" w:rsidRPr="008A585A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420625E" w14:textId="77777777" w:rsidR="0085747A" w:rsidRPr="008A585A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8A585A">
        <w:rPr>
          <w:smallCaps w:val="0"/>
          <w:szCs w:val="24"/>
        </w:rPr>
        <w:t xml:space="preserve">6. </w:t>
      </w:r>
      <w:r w:rsidR="0085747A" w:rsidRPr="008A585A">
        <w:rPr>
          <w:smallCaps w:val="0"/>
          <w:szCs w:val="24"/>
        </w:rPr>
        <w:t>PRAKTYKI ZAWO</w:t>
      </w:r>
      <w:r w:rsidR="009C1331" w:rsidRPr="008A585A">
        <w:rPr>
          <w:smallCaps w:val="0"/>
          <w:szCs w:val="24"/>
        </w:rPr>
        <w:t>DOWE W RAMACH PRZEDMIOTU</w:t>
      </w:r>
    </w:p>
    <w:p w14:paraId="696A522A" w14:textId="77777777" w:rsidR="0085747A" w:rsidRPr="008A585A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3827"/>
      </w:tblGrid>
      <w:tr w:rsidR="0085747A" w:rsidRPr="008A585A" w14:paraId="1F812E7C" w14:textId="77777777" w:rsidTr="002F69C3">
        <w:trPr>
          <w:trHeight w:val="397"/>
        </w:trPr>
        <w:tc>
          <w:tcPr>
            <w:tcW w:w="5812" w:type="dxa"/>
          </w:tcPr>
          <w:p w14:paraId="2EDF00EE" w14:textId="77777777" w:rsidR="0085747A" w:rsidRPr="008A585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85A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827" w:type="dxa"/>
          </w:tcPr>
          <w:p w14:paraId="3C3384FA" w14:textId="32640A40" w:rsidR="0085747A" w:rsidRPr="008A585A" w:rsidRDefault="008672C3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8A585A">
              <w:rPr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A585A" w14:paraId="2465DEE2" w14:textId="77777777" w:rsidTr="002F69C3">
        <w:trPr>
          <w:trHeight w:val="397"/>
        </w:trPr>
        <w:tc>
          <w:tcPr>
            <w:tcW w:w="5812" w:type="dxa"/>
          </w:tcPr>
          <w:p w14:paraId="39E0FF59" w14:textId="77777777" w:rsidR="0085747A" w:rsidRPr="008A585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85A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827" w:type="dxa"/>
          </w:tcPr>
          <w:p w14:paraId="07B0CAEF" w14:textId="42E9FDA9" w:rsidR="0085747A" w:rsidRPr="008A585A" w:rsidRDefault="008672C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85A">
              <w:rPr>
                <w:b w:val="0"/>
                <w:smallCaps w:val="0"/>
                <w:szCs w:val="24"/>
              </w:rPr>
              <w:t>-</w:t>
            </w:r>
          </w:p>
        </w:tc>
      </w:tr>
    </w:tbl>
    <w:p w14:paraId="73245672" w14:textId="77777777" w:rsidR="003E1941" w:rsidRPr="008A585A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4154528" w14:textId="77777777" w:rsidR="0085747A" w:rsidRPr="008A585A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8A585A">
        <w:rPr>
          <w:smallCaps w:val="0"/>
          <w:szCs w:val="24"/>
        </w:rPr>
        <w:t xml:space="preserve">7. </w:t>
      </w:r>
      <w:r w:rsidR="0085747A" w:rsidRPr="008A585A">
        <w:rPr>
          <w:smallCaps w:val="0"/>
          <w:szCs w:val="24"/>
        </w:rPr>
        <w:t>LITERATURA</w:t>
      </w:r>
      <w:r w:rsidRPr="008A585A">
        <w:rPr>
          <w:smallCaps w:val="0"/>
          <w:szCs w:val="24"/>
        </w:rPr>
        <w:t xml:space="preserve"> </w:t>
      </w:r>
    </w:p>
    <w:p w14:paraId="4F0ADF2E" w14:textId="77777777" w:rsidR="00675843" w:rsidRPr="008A585A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A585A" w14:paraId="5729AA55" w14:textId="77777777" w:rsidTr="00885123">
        <w:trPr>
          <w:trHeight w:val="397"/>
        </w:trPr>
        <w:tc>
          <w:tcPr>
            <w:tcW w:w="5000" w:type="pct"/>
          </w:tcPr>
          <w:p w14:paraId="1A63A7DA" w14:textId="77777777" w:rsidR="00E90794" w:rsidRPr="008A585A" w:rsidRDefault="0085747A" w:rsidP="008A585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A585A">
              <w:rPr>
                <w:rFonts w:ascii="Times New Roman" w:hAnsi="Times New Roman"/>
                <w:b/>
                <w:bCs/>
                <w:sz w:val="24"/>
                <w:szCs w:val="24"/>
              </w:rPr>
              <w:t>Literatura podstawowa:</w:t>
            </w:r>
            <w:r w:rsidR="00E90794" w:rsidRPr="008A585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2ABE2B5E" w14:textId="786543FA" w:rsidR="00E90794" w:rsidRPr="008A585A" w:rsidRDefault="00E90794" w:rsidP="008A585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Kowalik, S.</w:t>
            </w:r>
            <w:r w:rsidR="002E0491"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 (2007).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 Osoby niepełnosprawne i psychologiczne aspekty ich rehabilitacji</w:t>
            </w:r>
            <w:r w:rsidR="007C00B8"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.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 (W:) </w:t>
            </w:r>
            <w:r w:rsidR="007C00B8"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H. Sęk </w:t>
            </w:r>
            <w:r w:rsidR="007C00B8"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lastRenderedPageBreak/>
              <w:t xml:space="preserve">(red.). </w:t>
            </w:r>
            <w:r w:rsidRPr="008A585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>Psychologia kliniczna,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 T. 2. Warszawa</w:t>
            </w:r>
            <w:r w:rsidR="00445DF6"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: PWN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.</w:t>
            </w:r>
          </w:p>
          <w:p w14:paraId="3521A295" w14:textId="608E190B" w:rsidR="00E90794" w:rsidRPr="008A585A" w:rsidRDefault="00E90794" w:rsidP="008A585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Kowalik, S.</w:t>
            </w:r>
            <w:r w:rsidR="007C00B8"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(20</w:t>
            </w:r>
            <w:r w:rsidR="00455015"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18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). </w:t>
            </w:r>
            <w:r w:rsidR="00455015" w:rsidRPr="008A585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>Stosowana p</w:t>
            </w:r>
            <w:r w:rsidRPr="008A585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>sychologia rehabilitacji</w:t>
            </w:r>
            <w:r w:rsidR="00445DF6"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.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 Warszawa</w:t>
            </w:r>
            <w:r w:rsidR="00445DF6"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: Scholar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.</w:t>
            </w:r>
          </w:p>
          <w:p w14:paraId="24CDAFED" w14:textId="79048B6C" w:rsidR="002E0491" w:rsidRPr="008A585A" w:rsidRDefault="002E0491" w:rsidP="008A585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Liberska, H. (red.)</w:t>
            </w:r>
            <w:r w:rsidR="0087799A"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 (2011)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. </w:t>
            </w:r>
            <w:r w:rsidRPr="008A585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>Rodzina z dzieckiem niepełnosprawnym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. </w:t>
            </w:r>
            <w:r w:rsidRPr="008A585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>Możliwości i ograniczenia rozwoju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.</w:t>
            </w:r>
            <w:r w:rsidR="0087799A"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 Warszawa</w:t>
            </w:r>
            <w:r w:rsidR="00445DF6"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: Difin</w:t>
            </w:r>
            <w:r w:rsidR="0087799A"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.</w:t>
            </w:r>
          </w:p>
          <w:p w14:paraId="6F20C4C5" w14:textId="1BCA84E2" w:rsidR="009A623D" w:rsidRPr="008A585A" w:rsidRDefault="006F3012" w:rsidP="008A585A">
            <w:pPr>
              <w:pStyle w:val="Punktygwne"/>
              <w:spacing w:before="0" w:after="0" w:line="360" w:lineRule="auto"/>
              <w:rPr>
                <w:b w:val="0"/>
                <w:smallCaps w:val="0"/>
                <w:color w:val="000000"/>
                <w:szCs w:val="24"/>
              </w:rPr>
            </w:pPr>
            <w:r w:rsidRPr="008A585A">
              <w:rPr>
                <w:b w:val="0"/>
                <w:smallCaps w:val="0"/>
                <w:color w:val="000000"/>
                <w:szCs w:val="24"/>
              </w:rPr>
              <w:t xml:space="preserve">Panasiuk, M., Patyk, K. (2017). </w:t>
            </w:r>
            <w:r w:rsidRPr="008A585A">
              <w:rPr>
                <w:b w:val="0"/>
                <w:i/>
                <w:iCs/>
                <w:smallCaps w:val="0"/>
                <w:color w:val="000000"/>
                <w:szCs w:val="24"/>
              </w:rPr>
              <w:t>Wsparcie młodzieży i dorosłych ze spektrum autyzmu</w:t>
            </w:r>
            <w:r w:rsidRPr="008A585A">
              <w:rPr>
                <w:b w:val="0"/>
                <w:smallCaps w:val="0"/>
                <w:color w:val="000000"/>
                <w:szCs w:val="24"/>
              </w:rPr>
              <w:t>. Gdańsk</w:t>
            </w:r>
            <w:r w:rsidR="00445DF6" w:rsidRPr="008A585A">
              <w:rPr>
                <w:b w:val="0"/>
                <w:smallCaps w:val="0"/>
                <w:color w:val="000000"/>
                <w:szCs w:val="24"/>
              </w:rPr>
              <w:t>: GWP</w:t>
            </w:r>
            <w:r w:rsidRPr="008A585A">
              <w:rPr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8A585A" w14:paraId="4A1283F2" w14:textId="77777777" w:rsidTr="00885123">
        <w:trPr>
          <w:trHeight w:val="397"/>
        </w:trPr>
        <w:tc>
          <w:tcPr>
            <w:tcW w:w="5000" w:type="pct"/>
          </w:tcPr>
          <w:p w14:paraId="4143C998" w14:textId="3E76CA6D" w:rsidR="0085747A" w:rsidRPr="008A585A" w:rsidRDefault="0085747A" w:rsidP="008A585A">
            <w:pPr>
              <w:pStyle w:val="Punktygwne"/>
              <w:spacing w:before="0" w:after="0" w:line="360" w:lineRule="auto"/>
              <w:rPr>
                <w:bCs/>
                <w:smallCaps w:val="0"/>
                <w:szCs w:val="24"/>
              </w:rPr>
            </w:pPr>
            <w:r w:rsidRPr="008A585A">
              <w:rPr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E4081C6" w14:textId="47C14918" w:rsidR="006A3288" w:rsidRPr="008A585A" w:rsidRDefault="006A3288" w:rsidP="008A585A">
            <w:pPr>
              <w:pStyle w:val="Punktygwne"/>
              <w:spacing w:before="0" w:after="0" w:line="360" w:lineRule="auto"/>
              <w:rPr>
                <w:b w:val="0"/>
                <w:smallCaps w:val="0"/>
                <w:szCs w:val="24"/>
              </w:rPr>
            </w:pPr>
            <w:r w:rsidRPr="008A585A">
              <w:rPr>
                <w:b w:val="0"/>
                <w:smallCaps w:val="0"/>
                <w:szCs w:val="24"/>
              </w:rPr>
              <w:t>Kościelska</w:t>
            </w:r>
            <w:r w:rsidR="00445DF6" w:rsidRPr="008A585A">
              <w:rPr>
                <w:b w:val="0"/>
                <w:smallCaps w:val="0"/>
                <w:szCs w:val="24"/>
              </w:rPr>
              <w:t>,</w:t>
            </w:r>
            <w:r w:rsidRPr="008A585A">
              <w:rPr>
                <w:b w:val="0"/>
                <w:smallCaps w:val="0"/>
                <w:szCs w:val="24"/>
              </w:rPr>
              <w:t xml:space="preserve"> M.</w:t>
            </w:r>
            <w:r w:rsidR="005A2ED3" w:rsidRPr="008A585A">
              <w:rPr>
                <w:b w:val="0"/>
                <w:smallCaps w:val="0"/>
                <w:szCs w:val="24"/>
              </w:rPr>
              <w:t xml:space="preserve"> (2004).</w:t>
            </w:r>
            <w:r w:rsidRPr="008A585A">
              <w:rPr>
                <w:b w:val="0"/>
                <w:smallCaps w:val="0"/>
                <w:szCs w:val="24"/>
              </w:rPr>
              <w:t xml:space="preserve"> </w:t>
            </w:r>
            <w:r w:rsidRPr="008A585A">
              <w:rPr>
                <w:b w:val="0"/>
                <w:i/>
                <w:iCs/>
                <w:smallCaps w:val="0"/>
                <w:szCs w:val="24"/>
              </w:rPr>
              <w:t>Niechciana seksualność</w:t>
            </w:r>
            <w:r w:rsidRPr="008A585A">
              <w:rPr>
                <w:b w:val="0"/>
                <w:smallCaps w:val="0"/>
                <w:szCs w:val="24"/>
              </w:rPr>
              <w:t xml:space="preserve">. </w:t>
            </w:r>
            <w:r w:rsidR="00445DF6" w:rsidRPr="008A585A">
              <w:rPr>
                <w:b w:val="0"/>
                <w:smallCaps w:val="0"/>
                <w:szCs w:val="24"/>
              </w:rPr>
              <w:t xml:space="preserve">Warszawa: </w:t>
            </w:r>
            <w:r w:rsidRPr="008A585A">
              <w:rPr>
                <w:b w:val="0"/>
                <w:smallCaps w:val="0"/>
                <w:szCs w:val="24"/>
              </w:rPr>
              <w:t>Wydawnictwo Jacek Santorski.</w:t>
            </w:r>
          </w:p>
          <w:p w14:paraId="12CDAF8C" w14:textId="134B1BAD" w:rsidR="006A3288" w:rsidRPr="008A585A" w:rsidRDefault="006A3288" w:rsidP="008A585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Fajfer-Kruczek</w:t>
            </w:r>
            <w:r w:rsidR="00445DF6"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,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 I. (2015). </w:t>
            </w:r>
            <w:r w:rsidRPr="008A585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>Wykluczenie społeczne osób z niepełnosprawnością w środowisku lokalnym</w:t>
            </w:r>
            <w:r w:rsidR="002E6F5B" w:rsidRPr="008A585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>.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5A2ED3"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Katowice</w:t>
            </w:r>
            <w:r w:rsidR="00445DF6"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: Wydawnictwo Uniwersytet Śląski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.</w:t>
            </w:r>
          </w:p>
          <w:p w14:paraId="5A177517" w14:textId="76E78248" w:rsidR="005A2ED3" w:rsidRPr="008A585A" w:rsidRDefault="005A2ED3" w:rsidP="008A585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color w:val="000000"/>
                <w:sz w:val="24"/>
                <w:szCs w:val="24"/>
              </w:rPr>
              <w:t>Kopańska</w:t>
            </w:r>
            <w:r w:rsidR="00445DF6" w:rsidRPr="008A585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M., </w:t>
            </w:r>
            <w:r w:rsidR="004E3CD2" w:rsidRPr="008A585A">
              <w:rPr>
                <w:rFonts w:ascii="Times New Roman" w:hAnsi="Times New Roman"/>
                <w:color w:val="000000"/>
                <w:sz w:val="24"/>
                <w:szCs w:val="24"/>
              </w:rPr>
              <w:t>Ochojska</w:t>
            </w:r>
            <w:r w:rsidR="00445DF6" w:rsidRPr="008A585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4E3CD2" w:rsidRPr="008A5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D. et.al. (2022). 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Selected </w:t>
            </w:r>
            <w:r w:rsidR="007C00B8" w:rsidRPr="008A585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ethods of </w:t>
            </w:r>
            <w:r w:rsidR="007C00B8" w:rsidRPr="008A585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herapeutic </w:t>
            </w:r>
            <w:r w:rsidR="007C00B8" w:rsidRPr="008A585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nteractions </w:t>
            </w:r>
            <w:r w:rsidR="007C00B8" w:rsidRPr="008A585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ith </w:t>
            </w:r>
            <w:r w:rsidR="007C00B8" w:rsidRPr="008A585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eople </w:t>
            </w:r>
            <w:r w:rsidR="007C00B8" w:rsidRPr="008A585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ith </w:t>
            </w:r>
            <w:r w:rsidR="007C00B8" w:rsidRPr="008A585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ild </w:t>
            </w:r>
            <w:r w:rsidR="007C00B8" w:rsidRPr="008A585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ymptoms of </w:t>
            </w:r>
            <w:r w:rsidR="007C00B8" w:rsidRPr="008A585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utism </w:t>
            </w:r>
            <w:r w:rsidR="007C00B8" w:rsidRPr="008A585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pectrum </w:t>
            </w:r>
            <w:r w:rsidR="007C00B8" w:rsidRPr="008A585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isorder</w:t>
            </w:r>
            <w:r w:rsidR="007C00B8" w:rsidRPr="008A585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A585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Frontiers in Psychiatry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</w:rPr>
              <w:t>, 13</w:t>
            </w:r>
            <w:r w:rsidR="00445DF6" w:rsidRPr="008A5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942218</w:t>
            </w:r>
            <w:r w:rsidR="004E3CD2" w:rsidRPr="008A585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76CF5CE7" w14:textId="62793FA4" w:rsidR="004E3CD2" w:rsidRPr="008A585A" w:rsidRDefault="004E3CD2" w:rsidP="008A585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A585A">
              <w:rPr>
                <w:rFonts w:ascii="Times New Roman" w:hAnsi="Times New Roman"/>
                <w:sz w:val="24"/>
                <w:szCs w:val="24"/>
              </w:rPr>
              <w:t>Ochojska</w:t>
            </w:r>
            <w:r w:rsidR="00445DF6" w:rsidRPr="008A585A">
              <w:rPr>
                <w:rFonts w:ascii="Times New Roman" w:hAnsi="Times New Roman"/>
                <w:sz w:val="24"/>
                <w:szCs w:val="24"/>
              </w:rPr>
              <w:t>,</w:t>
            </w:r>
            <w:r w:rsidRPr="008A585A">
              <w:rPr>
                <w:rFonts w:ascii="Times New Roman" w:hAnsi="Times New Roman"/>
                <w:sz w:val="24"/>
                <w:szCs w:val="24"/>
              </w:rPr>
              <w:t xml:space="preserve"> D., Pasternak, J. </w:t>
            </w:r>
            <w:r w:rsidR="00445DF6" w:rsidRPr="008A585A">
              <w:rPr>
                <w:rFonts w:ascii="Times New Roman" w:hAnsi="Times New Roman"/>
                <w:sz w:val="24"/>
                <w:szCs w:val="24"/>
              </w:rPr>
              <w:t xml:space="preserve">(2021). </w:t>
            </w:r>
            <w:r w:rsidRPr="008A585A">
              <w:rPr>
                <w:rFonts w:ascii="Times New Roman" w:hAnsi="Times New Roman"/>
                <w:sz w:val="24"/>
                <w:szCs w:val="24"/>
              </w:rPr>
              <w:t>Diagnostic errors in autism spectrum disorder and their consequences - case studies (Błędy diagnostyczne w zaburzeniach ze spektrum autyzmu i ich konsekwencje– raport z badań pilotażowych wśród rodziców dzieci z błędną diagnozą autyzmu)</w:t>
            </w:r>
            <w:r w:rsidR="007C00B8" w:rsidRPr="008A585A">
              <w:rPr>
                <w:rFonts w:ascii="Times New Roman" w:hAnsi="Times New Roman"/>
                <w:sz w:val="24"/>
                <w:szCs w:val="24"/>
              </w:rPr>
              <w:t>.</w:t>
            </w:r>
            <w:r w:rsidRPr="008A58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585A">
              <w:rPr>
                <w:rStyle w:val="journaltitle"/>
                <w:rFonts w:ascii="Times New Roman" w:hAnsi="Times New Roman"/>
                <w:i/>
                <w:iCs/>
                <w:sz w:val="24"/>
                <w:szCs w:val="24"/>
              </w:rPr>
              <w:t>Psychiatria Polska</w:t>
            </w:r>
            <w:r w:rsidRPr="008A585A">
              <w:rPr>
                <w:rStyle w:val="journaltitle"/>
                <w:rFonts w:ascii="Times New Roman" w:hAnsi="Times New Roman"/>
                <w:sz w:val="24"/>
                <w:szCs w:val="24"/>
              </w:rPr>
              <w:t>,</w:t>
            </w:r>
            <w:r w:rsidRPr="008A585A">
              <w:rPr>
                <w:rFonts w:ascii="Times New Roman" w:hAnsi="Times New Roman"/>
                <w:sz w:val="24"/>
                <w:szCs w:val="24"/>
              </w:rPr>
              <w:t xml:space="preserve"> 55(4)</w:t>
            </w:r>
            <w:r w:rsidR="00445DF6" w:rsidRPr="008A585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A585A">
              <w:rPr>
                <w:rFonts w:ascii="Times New Roman" w:hAnsi="Times New Roman"/>
                <w:sz w:val="24"/>
                <w:szCs w:val="24"/>
              </w:rPr>
              <w:t xml:space="preserve"> 787–799.</w:t>
            </w:r>
          </w:p>
          <w:p w14:paraId="0B83A95B" w14:textId="1BFEF60C" w:rsidR="002E6F5B" w:rsidRPr="008A585A" w:rsidRDefault="002E6F5B" w:rsidP="008A585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Winczura B., Cytowska, B. (2014). </w:t>
            </w:r>
            <w:r w:rsidRPr="008A585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>Wczesna interwencja i wspomaganie rozwoju małego dziecka</w:t>
            </w:r>
            <w:r w:rsidR="00445DF6"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. 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Kraków</w:t>
            </w:r>
            <w:r w:rsidR="00445DF6"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: Oficyna Wydawnicza IMPULS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.</w:t>
            </w:r>
          </w:p>
          <w:p w14:paraId="747866F4" w14:textId="5ED2F7B8" w:rsidR="009A623D" w:rsidRPr="008A585A" w:rsidRDefault="002E6F5B" w:rsidP="008A585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Zabłocki, K. (1999). </w:t>
            </w:r>
            <w:r w:rsidRPr="008A585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>Dziecko niepełnosprawne, jego rodzina i edukacja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. Warszawa</w:t>
            </w:r>
            <w:r w:rsidR="00445DF6"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: Wyd. Akad. „Żak”</w:t>
            </w:r>
            <w:r w:rsidRPr="008A585A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</w:tbl>
    <w:p w14:paraId="40A69D07" w14:textId="77777777" w:rsidR="0085747A" w:rsidRPr="008A585A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8A585A">
        <w:rPr>
          <w:b w:val="0"/>
          <w:smallCaps w:val="0"/>
          <w:szCs w:val="24"/>
        </w:rPr>
        <w:t>Akceptacja Kierownika Jednostki lub osoby upoważnionej</w:t>
      </w:r>
    </w:p>
    <w:sectPr w:rsidR="0085747A" w:rsidRPr="008A585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835E8" w14:textId="77777777" w:rsidR="008F3749" w:rsidRDefault="008F3749" w:rsidP="00C16ABF">
      <w:pPr>
        <w:spacing w:after="0" w:line="240" w:lineRule="auto"/>
      </w:pPr>
      <w:r>
        <w:separator/>
      </w:r>
    </w:p>
  </w:endnote>
  <w:endnote w:type="continuationSeparator" w:id="0">
    <w:p w14:paraId="25D46361" w14:textId="77777777" w:rsidR="008F3749" w:rsidRDefault="008F37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9F690" w14:textId="77777777" w:rsidR="008F3749" w:rsidRDefault="008F3749" w:rsidP="00C16ABF">
      <w:pPr>
        <w:spacing w:after="0" w:line="240" w:lineRule="auto"/>
      </w:pPr>
      <w:r>
        <w:separator/>
      </w:r>
    </w:p>
  </w:footnote>
  <w:footnote w:type="continuationSeparator" w:id="0">
    <w:p w14:paraId="5A83A9BC" w14:textId="77777777" w:rsidR="008F3749" w:rsidRDefault="008F374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3949948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D2E"/>
    <w:rsid w:val="00022ECE"/>
    <w:rsid w:val="000230A2"/>
    <w:rsid w:val="00023C61"/>
    <w:rsid w:val="00035E9B"/>
    <w:rsid w:val="00041F6E"/>
    <w:rsid w:val="00042A51"/>
    <w:rsid w:val="00042D2E"/>
    <w:rsid w:val="00044C82"/>
    <w:rsid w:val="00064FA4"/>
    <w:rsid w:val="00070ED6"/>
    <w:rsid w:val="000742DC"/>
    <w:rsid w:val="000835F6"/>
    <w:rsid w:val="00084C12"/>
    <w:rsid w:val="00087E43"/>
    <w:rsid w:val="000907FE"/>
    <w:rsid w:val="0009462C"/>
    <w:rsid w:val="00094B12"/>
    <w:rsid w:val="00095AB1"/>
    <w:rsid w:val="00096C46"/>
    <w:rsid w:val="000A296F"/>
    <w:rsid w:val="000A2A28"/>
    <w:rsid w:val="000A3CCA"/>
    <w:rsid w:val="000B0135"/>
    <w:rsid w:val="000B192D"/>
    <w:rsid w:val="000B28EE"/>
    <w:rsid w:val="000B3E37"/>
    <w:rsid w:val="000C55B2"/>
    <w:rsid w:val="000D04B0"/>
    <w:rsid w:val="000F1C57"/>
    <w:rsid w:val="000F5615"/>
    <w:rsid w:val="00106317"/>
    <w:rsid w:val="001114EC"/>
    <w:rsid w:val="0011471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82FB4"/>
    <w:rsid w:val="00185A7F"/>
    <w:rsid w:val="00192F37"/>
    <w:rsid w:val="00193629"/>
    <w:rsid w:val="001A3138"/>
    <w:rsid w:val="001A70D2"/>
    <w:rsid w:val="001C3D90"/>
    <w:rsid w:val="001D2AA0"/>
    <w:rsid w:val="001D31FF"/>
    <w:rsid w:val="001D657B"/>
    <w:rsid w:val="001D7B54"/>
    <w:rsid w:val="001E0209"/>
    <w:rsid w:val="001F2CA2"/>
    <w:rsid w:val="002144C0"/>
    <w:rsid w:val="00222CCA"/>
    <w:rsid w:val="0022477D"/>
    <w:rsid w:val="002278A9"/>
    <w:rsid w:val="00231136"/>
    <w:rsid w:val="002336F9"/>
    <w:rsid w:val="0024028F"/>
    <w:rsid w:val="00244ABC"/>
    <w:rsid w:val="002464DD"/>
    <w:rsid w:val="002564F3"/>
    <w:rsid w:val="00262B90"/>
    <w:rsid w:val="002706B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111"/>
    <w:rsid w:val="002D73D4"/>
    <w:rsid w:val="002E0491"/>
    <w:rsid w:val="002E6F5B"/>
    <w:rsid w:val="002F02A3"/>
    <w:rsid w:val="002F4ABE"/>
    <w:rsid w:val="002F69C3"/>
    <w:rsid w:val="003018BA"/>
    <w:rsid w:val="0030395F"/>
    <w:rsid w:val="00305C92"/>
    <w:rsid w:val="003151C5"/>
    <w:rsid w:val="00325FC7"/>
    <w:rsid w:val="00326FE6"/>
    <w:rsid w:val="003343CF"/>
    <w:rsid w:val="00346FE9"/>
    <w:rsid w:val="0034759A"/>
    <w:rsid w:val="003503F6"/>
    <w:rsid w:val="003530DD"/>
    <w:rsid w:val="00363F78"/>
    <w:rsid w:val="0039341B"/>
    <w:rsid w:val="00395DFE"/>
    <w:rsid w:val="003A0A5B"/>
    <w:rsid w:val="003A1176"/>
    <w:rsid w:val="003C0BAE"/>
    <w:rsid w:val="003D18A9"/>
    <w:rsid w:val="003D1B9F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1860"/>
    <w:rsid w:val="004458E0"/>
    <w:rsid w:val="00445970"/>
    <w:rsid w:val="00445DF6"/>
    <w:rsid w:val="00446070"/>
    <w:rsid w:val="00455015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5AAA"/>
    <w:rsid w:val="004968E2"/>
    <w:rsid w:val="004A23B1"/>
    <w:rsid w:val="004A3EEA"/>
    <w:rsid w:val="004A4D1F"/>
    <w:rsid w:val="004C0487"/>
    <w:rsid w:val="004D06E7"/>
    <w:rsid w:val="004D5282"/>
    <w:rsid w:val="004E29BF"/>
    <w:rsid w:val="004E3CD2"/>
    <w:rsid w:val="004E422C"/>
    <w:rsid w:val="004F1551"/>
    <w:rsid w:val="004F55A3"/>
    <w:rsid w:val="0050496F"/>
    <w:rsid w:val="00513B6F"/>
    <w:rsid w:val="00517C63"/>
    <w:rsid w:val="00526C94"/>
    <w:rsid w:val="00534302"/>
    <w:rsid w:val="005363C4"/>
    <w:rsid w:val="00536BDE"/>
    <w:rsid w:val="00543ACC"/>
    <w:rsid w:val="0056696D"/>
    <w:rsid w:val="00566B7C"/>
    <w:rsid w:val="005671D0"/>
    <w:rsid w:val="00573EF9"/>
    <w:rsid w:val="0059484D"/>
    <w:rsid w:val="005A0855"/>
    <w:rsid w:val="005A1EE2"/>
    <w:rsid w:val="005A2ED3"/>
    <w:rsid w:val="005A3196"/>
    <w:rsid w:val="005A6541"/>
    <w:rsid w:val="005A6957"/>
    <w:rsid w:val="005A73AE"/>
    <w:rsid w:val="005C080F"/>
    <w:rsid w:val="005C55E5"/>
    <w:rsid w:val="005C696A"/>
    <w:rsid w:val="005D005F"/>
    <w:rsid w:val="005D1A9B"/>
    <w:rsid w:val="005E10D0"/>
    <w:rsid w:val="005E6E85"/>
    <w:rsid w:val="005F31D2"/>
    <w:rsid w:val="0060139F"/>
    <w:rsid w:val="006070B7"/>
    <w:rsid w:val="0061029B"/>
    <w:rsid w:val="006112C3"/>
    <w:rsid w:val="00617230"/>
    <w:rsid w:val="00621CE1"/>
    <w:rsid w:val="00623812"/>
    <w:rsid w:val="00627FC9"/>
    <w:rsid w:val="0064771C"/>
    <w:rsid w:val="00647FA8"/>
    <w:rsid w:val="00650C5F"/>
    <w:rsid w:val="00654934"/>
    <w:rsid w:val="006620D9"/>
    <w:rsid w:val="00665635"/>
    <w:rsid w:val="00671958"/>
    <w:rsid w:val="00673933"/>
    <w:rsid w:val="00675843"/>
    <w:rsid w:val="00696477"/>
    <w:rsid w:val="006A220B"/>
    <w:rsid w:val="006A3288"/>
    <w:rsid w:val="006A5EAC"/>
    <w:rsid w:val="006B6B58"/>
    <w:rsid w:val="006D050F"/>
    <w:rsid w:val="006D6139"/>
    <w:rsid w:val="006E5D65"/>
    <w:rsid w:val="006E6FAD"/>
    <w:rsid w:val="006F1282"/>
    <w:rsid w:val="006F1FBC"/>
    <w:rsid w:val="006F3012"/>
    <w:rsid w:val="006F31E2"/>
    <w:rsid w:val="00703947"/>
    <w:rsid w:val="00706544"/>
    <w:rsid w:val="007072BA"/>
    <w:rsid w:val="0071620A"/>
    <w:rsid w:val="00724677"/>
    <w:rsid w:val="00725459"/>
    <w:rsid w:val="007327BD"/>
    <w:rsid w:val="00732EF6"/>
    <w:rsid w:val="00734608"/>
    <w:rsid w:val="00745302"/>
    <w:rsid w:val="007461D6"/>
    <w:rsid w:val="00746EC8"/>
    <w:rsid w:val="00750883"/>
    <w:rsid w:val="00752056"/>
    <w:rsid w:val="00763BF1"/>
    <w:rsid w:val="00766FD4"/>
    <w:rsid w:val="007715DA"/>
    <w:rsid w:val="0078168C"/>
    <w:rsid w:val="00787C2A"/>
    <w:rsid w:val="00787E4A"/>
    <w:rsid w:val="00790E27"/>
    <w:rsid w:val="007923F4"/>
    <w:rsid w:val="00794B5C"/>
    <w:rsid w:val="007974CA"/>
    <w:rsid w:val="007A4022"/>
    <w:rsid w:val="007A6E6E"/>
    <w:rsid w:val="007B14A4"/>
    <w:rsid w:val="007B250C"/>
    <w:rsid w:val="007C00B8"/>
    <w:rsid w:val="007C3299"/>
    <w:rsid w:val="007C3BCC"/>
    <w:rsid w:val="007C4546"/>
    <w:rsid w:val="007D07BA"/>
    <w:rsid w:val="007D6E56"/>
    <w:rsid w:val="007F1652"/>
    <w:rsid w:val="007F4155"/>
    <w:rsid w:val="0081554D"/>
    <w:rsid w:val="0081707E"/>
    <w:rsid w:val="008449B3"/>
    <w:rsid w:val="0085747A"/>
    <w:rsid w:val="00861781"/>
    <w:rsid w:val="00862D0D"/>
    <w:rsid w:val="008672C3"/>
    <w:rsid w:val="0087799A"/>
    <w:rsid w:val="00883147"/>
    <w:rsid w:val="00884922"/>
    <w:rsid w:val="00885123"/>
    <w:rsid w:val="00885F64"/>
    <w:rsid w:val="00886473"/>
    <w:rsid w:val="008917F9"/>
    <w:rsid w:val="00891F94"/>
    <w:rsid w:val="008A45F7"/>
    <w:rsid w:val="008A585A"/>
    <w:rsid w:val="008B43D7"/>
    <w:rsid w:val="008B45CB"/>
    <w:rsid w:val="008C0CC0"/>
    <w:rsid w:val="008C19A9"/>
    <w:rsid w:val="008C379D"/>
    <w:rsid w:val="008C5147"/>
    <w:rsid w:val="008C5359"/>
    <w:rsid w:val="008C5363"/>
    <w:rsid w:val="008D2CB0"/>
    <w:rsid w:val="008D3DFB"/>
    <w:rsid w:val="008E0744"/>
    <w:rsid w:val="008E1A51"/>
    <w:rsid w:val="008E4056"/>
    <w:rsid w:val="008E4F0D"/>
    <w:rsid w:val="008E64F4"/>
    <w:rsid w:val="008F12C9"/>
    <w:rsid w:val="008F161E"/>
    <w:rsid w:val="008F3749"/>
    <w:rsid w:val="008F3D05"/>
    <w:rsid w:val="008F4409"/>
    <w:rsid w:val="008F6E29"/>
    <w:rsid w:val="00912BE1"/>
    <w:rsid w:val="00916188"/>
    <w:rsid w:val="00923D7D"/>
    <w:rsid w:val="00933B73"/>
    <w:rsid w:val="0094744A"/>
    <w:rsid w:val="009508DF"/>
    <w:rsid w:val="00950DAC"/>
    <w:rsid w:val="00954A07"/>
    <w:rsid w:val="00956223"/>
    <w:rsid w:val="00956799"/>
    <w:rsid w:val="00973C82"/>
    <w:rsid w:val="00980CCB"/>
    <w:rsid w:val="00997F14"/>
    <w:rsid w:val="009A623D"/>
    <w:rsid w:val="009A78CD"/>
    <w:rsid w:val="009A78D9"/>
    <w:rsid w:val="009B1B10"/>
    <w:rsid w:val="009C1331"/>
    <w:rsid w:val="009C3E31"/>
    <w:rsid w:val="009C54AE"/>
    <w:rsid w:val="009C58B8"/>
    <w:rsid w:val="009C788E"/>
    <w:rsid w:val="009D3F06"/>
    <w:rsid w:val="009E3B41"/>
    <w:rsid w:val="009E4BB1"/>
    <w:rsid w:val="009F3C5C"/>
    <w:rsid w:val="009F4610"/>
    <w:rsid w:val="00A00ECC"/>
    <w:rsid w:val="00A04CB9"/>
    <w:rsid w:val="00A155EE"/>
    <w:rsid w:val="00A220D2"/>
    <w:rsid w:val="00A2245B"/>
    <w:rsid w:val="00A30110"/>
    <w:rsid w:val="00A319E0"/>
    <w:rsid w:val="00A34AA7"/>
    <w:rsid w:val="00A36899"/>
    <w:rsid w:val="00A371F6"/>
    <w:rsid w:val="00A43BF6"/>
    <w:rsid w:val="00A53FA5"/>
    <w:rsid w:val="00A54817"/>
    <w:rsid w:val="00A601C8"/>
    <w:rsid w:val="00A60799"/>
    <w:rsid w:val="00A7523D"/>
    <w:rsid w:val="00A7732B"/>
    <w:rsid w:val="00A84C85"/>
    <w:rsid w:val="00A97DE1"/>
    <w:rsid w:val="00AB053C"/>
    <w:rsid w:val="00AB48CC"/>
    <w:rsid w:val="00AC3592"/>
    <w:rsid w:val="00AD1146"/>
    <w:rsid w:val="00AD27D3"/>
    <w:rsid w:val="00AD28D2"/>
    <w:rsid w:val="00AD66D6"/>
    <w:rsid w:val="00AE1160"/>
    <w:rsid w:val="00AE203C"/>
    <w:rsid w:val="00AE2E74"/>
    <w:rsid w:val="00AE5FCB"/>
    <w:rsid w:val="00AF2C1E"/>
    <w:rsid w:val="00AF64F8"/>
    <w:rsid w:val="00B06142"/>
    <w:rsid w:val="00B135B1"/>
    <w:rsid w:val="00B17E4E"/>
    <w:rsid w:val="00B3130B"/>
    <w:rsid w:val="00B32DA5"/>
    <w:rsid w:val="00B37E93"/>
    <w:rsid w:val="00B40ADB"/>
    <w:rsid w:val="00B43B77"/>
    <w:rsid w:val="00B43E80"/>
    <w:rsid w:val="00B53020"/>
    <w:rsid w:val="00B607DB"/>
    <w:rsid w:val="00B66529"/>
    <w:rsid w:val="00B67290"/>
    <w:rsid w:val="00B75946"/>
    <w:rsid w:val="00B8056E"/>
    <w:rsid w:val="00B819C8"/>
    <w:rsid w:val="00B82308"/>
    <w:rsid w:val="00B90885"/>
    <w:rsid w:val="00BA2FC0"/>
    <w:rsid w:val="00BB520A"/>
    <w:rsid w:val="00BD2A02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138C"/>
    <w:rsid w:val="00C324C1"/>
    <w:rsid w:val="00C3359A"/>
    <w:rsid w:val="00C36992"/>
    <w:rsid w:val="00C42EC5"/>
    <w:rsid w:val="00C56036"/>
    <w:rsid w:val="00C61DC5"/>
    <w:rsid w:val="00C67E92"/>
    <w:rsid w:val="00C70A26"/>
    <w:rsid w:val="00C766DF"/>
    <w:rsid w:val="00C84B6E"/>
    <w:rsid w:val="00C94B98"/>
    <w:rsid w:val="00C9649C"/>
    <w:rsid w:val="00CA2B96"/>
    <w:rsid w:val="00CA5089"/>
    <w:rsid w:val="00CA773C"/>
    <w:rsid w:val="00CB386F"/>
    <w:rsid w:val="00CB42CB"/>
    <w:rsid w:val="00CD6897"/>
    <w:rsid w:val="00CE27B2"/>
    <w:rsid w:val="00CE5BAC"/>
    <w:rsid w:val="00CF25BE"/>
    <w:rsid w:val="00CF78ED"/>
    <w:rsid w:val="00D02B25"/>
    <w:rsid w:val="00D02EBA"/>
    <w:rsid w:val="00D04286"/>
    <w:rsid w:val="00D05DAD"/>
    <w:rsid w:val="00D17C3C"/>
    <w:rsid w:val="00D26B2C"/>
    <w:rsid w:val="00D31F50"/>
    <w:rsid w:val="00D32483"/>
    <w:rsid w:val="00D34319"/>
    <w:rsid w:val="00D352C9"/>
    <w:rsid w:val="00D35DE2"/>
    <w:rsid w:val="00D425B2"/>
    <w:rsid w:val="00D428D6"/>
    <w:rsid w:val="00D45AB0"/>
    <w:rsid w:val="00D512BF"/>
    <w:rsid w:val="00D552B2"/>
    <w:rsid w:val="00D57EEF"/>
    <w:rsid w:val="00D608D1"/>
    <w:rsid w:val="00D74119"/>
    <w:rsid w:val="00D8075B"/>
    <w:rsid w:val="00D84032"/>
    <w:rsid w:val="00D8599D"/>
    <w:rsid w:val="00D8678B"/>
    <w:rsid w:val="00DA0EDF"/>
    <w:rsid w:val="00DA2114"/>
    <w:rsid w:val="00DA4EBE"/>
    <w:rsid w:val="00DC2362"/>
    <w:rsid w:val="00DD57E1"/>
    <w:rsid w:val="00DE09C0"/>
    <w:rsid w:val="00DE4A14"/>
    <w:rsid w:val="00DE7D18"/>
    <w:rsid w:val="00DF320D"/>
    <w:rsid w:val="00DF71C8"/>
    <w:rsid w:val="00E129B8"/>
    <w:rsid w:val="00E13137"/>
    <w:rsid w:val="00E21E7D"/>
    <w:rsid w:val="00E22CF5"/>
    <w:rsid w:val="00E22FBC"/>
    <w:rsid w:val="00E24BF5"/>
    <w:rsid w:val="00E25338"/>
    <w:rsid w:val="00E334FC"/>
    <w:rsid w:val="00E36A8A"/>
    <w:rsid w:val="00E5152B"/>
    <w:rsid w:val="00E51E44"/>
    <w:rsid w:val="00E55D0C"/>
    <w:rsid w:val="00E576A9"/>
    <w:rsid w:val="00E61801"/>
    <w:rsid w:val="00E63348"/>
    <w:rsid w:val="00E77E88"/>
    <w:rsid w:val="00E8107D"/>
    <w:rsid w:val="00E90794"/>
    <w:rsid w:val="00E960BB"/>
    <w:rsid w:val="00E97DC8"/>
    <w:rsid w:val="00EA2074"/>
    <w:rsid w:val="00EA4832"/>
    <w:rsid w:val="00EA4E9D"/>
    <w:rsid w:val="00EB1260"/>
    <w:rsid w:val="00EB1935"/>
    <w:rsid w:val="00EC4899"/>
    <w:rsid w:val="00ED03AB"/>
    <w:rsid w:val="00ED32D2"/>
    <w:rsid w:val="00EE32DE"/>
    <w:rsid w:val="00EE5457"/>
    <w:rsid w:val="00EE5DE9"/>
    <w:rsid w:val="00F070AB"/>
    <w:rsid w:val="00F17567"/>
    <w:rsid w:val="00F27155"/>
    <w:rsid w:val="00F27889"/>
    <w:rsid w:val="00F27A7B"/>
    <w:rsid w:val="00F526AF"/>
    <w:rsid w:val="00F617C3"/>
    <w:rsid w:val="00F67F57"/>
    <w:rsid w:val="00F7064D"/>
    <w:rsid w:val="00F7066B"/>
    <w:rsid w:val="00F83B28"/>
    <w:rsid w:val="00F86E9F"/>
    <w:rsid w:val="00F93C44"/>
    <w:rsid w:val="00FA46E5"/>
    <w:rsid w:val="00FB6DD3"/>
    <w:rsid w:val="00FB7DBA"/>
    <w:rsid w:val="00FC1C25"/>
    <w:rsid w:val="00FC3F45"/>
    <w:rsid w:val="00FD503F"/>
    <w:rsid w:val="00FD60AB"/>
    <w:rsid w:val="00FD7474"/>
    <w:rsid w:val="00FD7589"/>
    <w:rsid w:val="00FE08CB"/>
    <w:rsid w:val="00FE3173"/>
    <w:rsid w:val="00FE3938"/>
    <w:rsid w:val="00FF016A"/>
    <w:rsid w:val="00FF1401"/>
    <w:rsid w:val="00FF2111"/>
    <w:rsid w:val="00FF33BD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E7EC5"/>
  <w15:docId w15:val="{12CCB1D3-2E54-475C-9D8C-583E25A6F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journaltitle">
    <w:name w:val="journaltitle"/>
    <w:basedOn w:val="Domylnaczcionkaakapitu"/>
    <w:rsid w:val="004E3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C12EE-3DBA-42B2-83DF-D5A6346A0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49</TotalTime>
  <Pages>5</Pages>
  <Words>1250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Danuta Ochojska</cp:lastModifiedBy>
  <cp:revision>21</cp:revision>
  <cp:lastPrinted>2022-12-29T09:55:00Z</cp:lastPrinted>
  <dcterms:created xsi:type="dcterms:W3CDTF">2022-11-23T18:17:00Z</dcterms:created>
  <dcterms:modified xsi:type="dcterms:W3CDTF">2023-06-01T12:07:00Z</dcterms:modified>
</cp:coreProperties>
</file>